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35"/>
        <w:gridCol w:w="237"/>
        <w:gridCol w:w="3832"/>
      </w:tblGrid>
      <w:tr w:rsidR="00CB0C8A" w14:paraId="58972E74" w14:textId="77777777" w:rsidTr="00CB0C8A">
        <w:trPr>
          <w:trHeight w:val="30"/>
        </w:trPr>
        <w:tc>
          <w:tcPr>
            <w:tcW w:w="3200" w:type="pct"/>
            <w:shd w:val="clear" w:color="auto" w:fill="983620" w:themeFill="accent2"/>
          </w:tcPr>
          <w:p w14:paraId="555B650B" w14:textId="77777777" w:rsidR="0026113B" w:rsidRDefault="0026113B" w:rsidP="00416259">
            <w:pPr>
              <w:pStyle w:val="NoSpacing"/>
            </w:pPr>
          </w:p>
        </w:tc>
        <w:tc>
          <w:tcPr>
            <w:tcW w:w="105" w:type="pct"/>
          </w:tcPr>
          <w:p w14:paraId="2E404870" w14:textId="77777777" w:rsidR="0026113B" w:rsidRDefault="0026113B" w:rsidP="00416259">
            <w:pPr>
              <w:pStyle w:val="NoSpacing"/>
            </w:pPr>
          </w:p>
        </w:tc>
        <w:tc>
          <w:tcPr>
            <w:tcW w:w="1695" w:type="pct"/>
            <w:shd w:val="clear" w:color="auto" w:fill="7F7F7F" w:themeFill="text1" w:themeFillTint="80"/>
          </w:tcPr>
          <w:p w14:paraId="7327CAAC" w14:textId="77777777" w:rsidR="0026113B" w:rsidRDefault="0026113B" w:rsidP="00416259">
            <w:pPr>
              <w:pStyle w:val="NoSpacing"/>
            </w:pPr>
          </w:p>
        </w:tc>
      </w:tr>
      <w:tr w:rsidR="00CB0C8A" w14:paraId="317C1DE0" w14:textId="77777777" w:rsidTr="00BE454C">
        <w:trPr>
          <w:trHeight w:val="297"/>
        </w:trPr>
        <w:tc>
          <w:tcPr>
            <w:tcW w:w="3200" w:type="pct"/>
            <w:vAlign w:val="bottom"/>
          </w:tcPr>
          <w:p w14:paraId="3ADE0FA7" w14:textId="77777777" w:rsidR="0026113B" w:rsidRDefault="0026113B" w:rsidP="00416259"/>
        </w:tc>
        <w:tc>
          <w:tcPr>
            <w:tcW w:w="105" w:type="pct"/>
            <w:vAlign w:val="bottom"/>
          </w:tcPr>
          <w:p w14:paraId="740B48A4" w14:textId="77777777" w:rsidR="0026113B" w:rsidRDefault="0026113B" w:rsidP="00416259"/>
        </w:tc>
        <w:tc>
          <w:tcPr>
            <w:tcW w:w="1695" w:type="pct"/>
            <w:vAlign w:val="bottom"/>
          </w:tcPr>
          <w:p w14:paraId="6FEEA6A6" w14:textId="77777777" w:rsidR="0026113B" w:rsidRDefault="0026113B" w:rsidP="00416259">
            <w:pPr>
              <w:pStyle w:val="Header"/>
            </w:pPr>
          </w:p>
        </w:tc>
      </w:tr>
      <w:tr w:rsidR="00CB0C8A" w14:paraId="3D86D973" w14:textId="77777777" w:rsidTr="00BE454C">
        <w:trPr>
          <w:trHeight w:val="1458"/>
        </w:trPr>
        <w:tc>
          <w:tcPr>
            <w:tcW w:w="3200" w:type="pct"/>
            <w:vAlign w:val="bottom"/>
          </w:tcPr>
          <w:sdt>
            <w:sdtPr>
              <w:rPr>
                <w:sz w:val="80"/>
                <w:szCs w:val="80"/>
                <w:vertAlign w:val="superscript"/>
              </w:rPr>
              <w:alias w:val="Title"/>
              <w:tag w:val=""/>
              <w:id w:val="-841541200"/>
              <w:placeholder>
                <w:docPart w:val="AFB358E3DA4EE048BE1FB20240EEC40A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 w:multiLine="1"/>
            </w:sdtPr>
            <w:sdtContent>
              <w:p w14:paraId="0192DFB0" w14:textId="77777777" w:rsidR="0026113B" w:rsidRPr="0019037C" w:rsidRDefault="00D50B6A" w:rsidP="00416259">
                <w:pPr>
                  <w:pStyle w:val="Title"/>
                  <w:jc w:val="both"/>
                  <w:rPr>
                    <w:sz w:val="80"/>
                    <w:szCs w:val="80"/>
                  </w:rPr>
                </w:pPr>
                <w:r w:rsidRPr="0019037C">
                  <w:rPr>
                    <w:sz w:val="80"/>
                    <w:szCs w:val="80"/>
                    <w:vertAlign w:val="superscript"/>
                  </w:rPr>
                  <w:t>8th Grade Social Studies</w:t>
                </w:r>
              </w:p>
            </w:sdtContent>
          </w:sdt>
          <w:p w14:paraId="7A9C1716" w14:textId="77777777" w:rsidR="0026113B" w:rsidRDefault="005B6711" w:rsidP="00D50B6A">
            <w:pPr>
              <w:pStyle w:val="Subtitle"/>
            </w:pPr>
            <w:sdt>
              <w:sdtPr>
                <w:alias w:val="Subtitle"/>
                <w:tag w:val=""/>
                <w:id w:val="-1702467403"/>
                <w:placeholder>
                  <w:docPart w:val="7E6315F0A8707C4FBAB498AD9BD82664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 w:multiLine="1"/>
              </w:sdtPr>
              <w:sdtContent>
                <w:r w:rsidR="00D50B6A">
                  <w:t>Mr. Echevarr</w:t>
                </w:r>
                <w:r w:rsidR="00D50B6A">
                  <w:rPr>
                    <w:lang w:val="es-ES_tradnl"/>
                  </w:rPr>
                  <w:t>í</w:t>
                </w:r>
                <w:r w:rsidR="00D50B6A">
                  <w:t>a</w:t>
                </w:r>
              </w:sdtContent>
            </w:sdt>
          </w:p>
        </w:tc>
        <w:tc>
          <w:tcPr>
            <w:tcW w:w="105" w:type="pct"/>
            <w:vAlign w:val="bottom"/>
          </w:tcPr>
          <w:p w14:paraId="512E9104" w14:textId="77777777" w:rsidR="0026113B" w:rsidRDefault="0026113B" w:rsidP="00416259"/>
        </w:tc>
        <w:tc>
          <w:tcPr>
            <w:tcW w:w="1695" w:type="pct"/>
            <w:vAlign w:val="bottom"/>
          </w:tcPr>
          <w:p w14:paraId="71BA4537" w14:textId="77777777" w:rsidR="00FE3014" w:rsidRDefault="0019037C" w:rsidP="00FE3014">
            <w:pPr>
              <w:pStyle w:val="ContactDetails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Teacher</w:t>
            </w:r>
            <w:r w:rsidR="0026113B" w:rsidRPr="0019037C">
              <w:rPr>
                <w:sz w:val="22"/>
                <w:szCs w:val="22"/>
              </w:rPr>
              <w:t xml:space="preserve">: </w:t>
            </w:r>
            <w:r w:rsidR="00D50B6A" w:rsidRPr="0019037C">
              <w:rPr>
                <w:sz w:val="22"/>
                <w:szCs w:val="22"/>
              </w:rPr>
              <w:t>Mr. Echevarr</w:t>
            </w:r>
            <w:r w:rsidR="00D50B6A" w:rsidRPr="0019037C">
              <w:rPr>
                <w:sz w:val="22"/>
                <w:szCs w:val="22"/>
                <w:lang w:val="es-ES_tradnl"/>
              </w:rPr>
              <w:t>ía</w:t>
            </w:r>
            <w:r w:rsidR="0026113B" w:rsidRPr="0019037C">
              <w:rPr>
                <w:sz w:val="22"/>
                <w:szCs w:val="22"/>
              </w:rPr>
              <w:br/>
              <w:t xml:space="preserve">E-Mail: </w:t>
            </w:r>
            <w:r w:rsidR="0026113B" w:rsidRPr="0019037C">
              <w:rPr>
                <w:sz w:val="22"/>
                <w:szCs w:val="22"/>
              </w:rPr>
              <w:fldChar w:fldCharType="begin"/>
            </w:r>
            <w:r w:rsidR="0026113B" w:rsidRPr="0019037C">
              <w:rPr>
                <w:sz w:val="22"/>
                <w:szCs w:val="22"/>
              </w:rPr>
              <w:instrText xml:space="preserve"> PLACEHOLDER </w:instrText>
            </w:r>
            <w:r w:rsidR="0026113B" w:rsidRPr="0019037C">
              <w:rPr>
                <w:sz w:val="22"/>
                <w:szCs w:val="22"/>
              </w:rPr>
              <w:fldChar w:fldCharType="begin"/>
            </w:r>
            <w:r w:rsidR="0026113B" w:rsidRPr="0019037C">
              <w:rPr>
                <w:sz w:val="22"/>
                <w:szCs w:val="22"/>
              </w:rPr>
              <w:instrText xml:space="preserve"> IF </w:instrText>
            </w:r>
            <w:r w:rsidR="0026113B" w:rsidRPr="0019037C">
              <w:rPr>
                <w:sz w:val="22"/>
                <w:szCs w:val="22"/>
              </w:rPr>
              <w:fldChar w:fldCharType="begin"/>
            </w:r>
            <w:r w:rsidR="0026113B" w:rsidRPr="0019037C">
              <w:rPr>
                <w:sz w:val="22"/>
                <w:szCs w:val="22"/>
              </w:rPr>
              <w:instrText xml:space="preserve"> USERPROPERTY EmailAddress1 </w:instrText>
            </w:r>
            <w:r w:rsidR="0026113B" w:rsidRPr="0019037C">
              <w:rPr>
                <w:sz w:val="22"/>
                <w:szCs w:val="22"/>
              </w:rPr>
              <w:fldChar w:fldCharType="end"/>
            </w:r>
            <w:r w:rsidR="0026113B" w:rsidRPr="0019037C">
              <w:rPr>
                <w:sz w:val="22"/>
                <w:szCs w:val="22"/>
              </w:rPr>
              <w:instrText xml:space="preserve">="" "[Your E-Mail]" </w:instrText>
            </w:r>
            <w:r w:rsidR="0026113B" w:rsidRPr="0019037C">
              <w:rPr>
                <w:sz w:val="22"/>
                <w:szCs w:val="22"/>
              </w:rPr>
              <w:fldChar w:fldCharType="begin"/>
            </w:r>
            <w:r w:rsidR="0026113B" w:rsidRPr="0019037C">
              <w:rPr>
                <w:sz w:val="22"/>
                <w:szCs w:val="22"/>
              </w:rPr>
              <w:instrText xml:space="preserve"> USERPROPERTY EmailAddress1 </w:instrText>
            </w:r>
            <w:r w:rsidR="0026113B" w:rsidRPr="0019037C">
              <w:rPr>
                <w:sz w:val="22"/>
                <w:szCs w:val="22"/>
              </w:rPr>
              <w:fldChar w:fldCharType="separate"/>
            </w:r>
            <w:r w:rsidR="0026113B" w:rsidRPr="0019037C">
              <w:rPr>
                <w:sz w:val="22"/>
                <w:szCs w:val="22"/>
              </w:rPr>
              <w:instrText>Error! Bookmark not defined.</w:instrText>
            </w:r>
            <w:r w:rsidR="0026113B" w:rsidRPr="0019037C">
              <w:rPr>
                <w:sz w:val="22"/>
                <w:szCs w:val="22"/>
              </w:rPr>
              <w:fldChar w:fldCharType="end"/>
            </w:r>
            <w:r w:rsidR="0026113B" w:rsidRPr="0019037C">
              <w:rPr>
                <w:sz w:val="22"/>
                <w:szCs w:val="22"/>
              </w:rPr>
              <w:fldChar w:fldCharType="separate"/>
            </w:r>
            <w:r w:rsidR="00D50B6A" w:rsidRPr="0019037C">
              <w:rPr>
                <w:noProof/>
                <w:sz w:val="22"/>
                <w:szCs w:val="22"/>
              </w:rPr>
              <w:instrText>[Your E-Mail]</w:instrText>
            </w:r>
            <w:r w:rsidR="0026113B" w:rsidRPr="0019037C">
              <w:rPr>
                <w:sz w:val="22"/>
                <w:szCs w:val="22"/>
              </w:rPr>
              <w:fldChar w:fldCharType="end"/>
            </w:r>
            <w:r w:rsidR="0026113B" w:rsidRPr="0019037C">
              <w:rPr>
                <w:sz w:val="22"/>
                <w:szCs w:val="22"/>
              </w:rPr>
              <w:instrText xml:space="preserve"> \* MERGEFORMAT</w:instrText>
            </w:r>
            <w:r w:rsidR="0026113B" w:rsidRPr="0019037C">
              <w:rPr>
                <w:sz w:val="22"/>
                <w:szCs w:val="22"/>
              </w:rPr>
              <w:fldChar w:fldCharType="separate"/>
            </w:r>
            <w:r w:rsidR="00D50B6A" w:rsidRPr="0019037C">
              <w:rPr>
                <w:sz w:val="22"/>
                <w:szCs w:val="22"/>
              </w:rPr>
              <w:t>mechevarria@crec.org</w:t>
            </w:r>
            <w:r w:rsidR="0026113B" w:rsidRPr="0019037C">
              <w:rPr>
                <w:sz w:val="22"/>
                <w:szCs w:val="22"/>
              </w:rPr>
              <w:fldChar w:fldCharType="end"/>
            </w:r>
            <w:r w:rsidR="00D50B6A" w:rsidRPr="0019037C">
              <w:rPr>
                <w:sz w:val="22"/>
                <w:szCs w:val="22"/>
              </w:rPr>
              <w:t xml:space="preserve"> </w:t>
            </w:r>
          </w:p>
          <w:p w14:paraId="027E2CBC" w14:textId="37EB2163" w:rsidR="00CB0C8A" w:rsidRPr="0019037C" w:rsidRDefault="00FE3014" w:rsidP="00FE3014">
            <w:pPr>
              <w:pStyle w:val="ContactDetails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Website: psa8.wikispaces.com</w:t>
            </w:r>
            <w:r w:rsidR="0026113B" w:rsidRPr="0019037C">
              <w:rPr>
                <w:sz w:val="22"/>
                <w:szCs w:val="22"/>
              </w:rPr>
              <w:br/>
            </w:r>
            <w:r w:rsidR="005B6711">
              <w:rPr>
                <w:sz w:val="22"/>
                <w:szCs w:val="22"/>
              </w:rPr>
              <w:t>Team Meeting -11:58 – 1:2</w:t>
            </w:r>
            <w:r w:rsidR="00D50B6A" w:rsidRPr="0019037C">
              <w:rPr>
                <w:sz w:val="22"/>
                <w:szCs w:val="22"/>
              </w:rPr>
              <w:t>1</w:t>
            </w:r>
            <w:r w:rsidR="005B6711">
              <w:rPr>
                <w:sz w:val="22"/>
                <w:szCs w:val="22"/>
              </w:rPr>
              <w:t xml:space="preserve"> </w:t>
            </w:r>
            <w:r w:rsidR="00495A06">
              <w:rPr>
                <w:sz w:val="22"/>
                <w:szCs w:val="22"/>
              </w:rPr>
              <w:t>(A)</w:t>
            </w:r>
            <w:r w:rsidR="0026113B" w:rsidRPr="0019037C">
              <w:rPr>
                <w:sz w:val="22"/>
                <w:szCs w:val="22"/>
              </w:rPr>
              <w:t xml:space="preserve"> </w:t>
            </w:r>
            <w:r w:rsidR="0026113B" w:rsidRPr="0019037C">
              <w:rPr>
                <w:sz w:val="22"/>
                <w:szCs w:val="22"/>
              </w:rPr>
              <w:br/>
            </w:r>
            <w:r w:rsidR="00D50B6A" w:rsidRPr="0019037C">
              <w:rPr>
                <w:sz w:val="22"/>
                <w:szCs w:val="22"/>
              </w:rPr>
              <w:t>Soc. Stud. Planning</w:t>
            </w:r>
            <w:r w:rsidR="0026113B" w:rsidRPr="0019037C">
              <w:rPr>
                <w:sz w:val="22"/>
                <w:szCs w:val="22"/>
              </w:rPr>
              <w:t xml:space="preserve">: </w:t>
            </w:r>
            <w:r w:rsidR="0026113B" w:rsidRPr="0019037C">
              <w:rPr>
                <w:sz w:val="22"/>
                <w:szCs w:val="22"/>
              </w:rPr>
              <w:fldChar w:fldCharType="begin"/>
            </w:r>
            <w:r w:rsidR="0026113B" w:rsidRPr="0019037C">
              <w:rPr>
                <w:sz w:val="22"/>
                <w:szCs w:val="22"/>
              </w:rPr>
              <w:instrText xml:space="preserve"> PLACEHOLDER "[Hours]" \* MERGEFORMAT </w:instrText>
            </w:r>
            <w:r w:rsidR="0026113B" w:rsidRPr="0019037C">
              <w:rPr>
                <w:sz w:val="22"/>
                <w:szCs w:val="22"/>
              </w:rPr>
              <w:fldChar w:fldCharType="separate"/>
            </w:r>
            <w:r w:rsidR="00D50B6A" w:rsidRPr="0019037C">
              <w:rPr>
                <w:sz w:val="22"/>
                <w:szCs w:val="22"/>
              </w:rPr>
              <w:t>9:17 - 10:17</w:t>
            </w:r>
            <w:r w:rsidR="0026113B" w:rsidRPr="0019037C">
              <w:rPr>
                <w:sz w:val="22"/>
                <w:szCs w:val="22"/>
              </w:rPr>
              <w:fldChar w:fldCharType="end"/>
            </w:r>
            <w:r w:rsidR="00495A06">
              <w:rPr>
                <w:sz w:val="22"/>
                <w:szCs w:val="22"/>
              </w:rPr>
              <w:t xml:space="preserve"> (B)</w:t>
            </w:r>
          </w:p>
        </w:tc>
      </w:tr>
      <w:tr w:rsidR="00CB0C8A" w14:paraId="7A942D35" w14:textId="77777777" w:rsidTr="00CB0C8A">
        <w:trPr>
          <w:trHeight w:val="30"/>
        </w:trPr>
        <w:tc>
          <w:tcPr>
            <w:tcW w:w="3200" w:type="pct"/>
            <w:shd w:val="clear" w:color="auto" w:fill="983620" w:themeFill="accent2"/>
          </w:tcPr>
          <w:p w14:paraId="7950F09C" w14:textId="77777777" w:rsidR="0026113B" w:rsidRDefault="0026113B" w:rsidP="00416259">
            <w:pPr>
              <w:pStyle w:val="NoSpacing"/>
            </w:pPr>
          </w:p>
        </w:tc>
        <w:tc>
          <w:tcPr>
            <w:tcW w:w="105" w:type="pct"/>
          </w:tcPr>
          <w:p w14:paraId="312B8DBA" w14:textId="77777777" w:rsidR="0026113B" w:rsidRDefault="0026113B" w:rsidP="00416259">
            <w:pPr>
              <w:pStyle w:val="NoSpacing"/>
            </w:pPr>
          </w:p>
        </w:tc>
        <w:tc>
          <w:tcPr>
            <w:tcW w:w="1695" w:type="pct"/>
            <w:shd w:val="clear" w:color="auto" w:fill="7F7F7F" w:themeFill="text1" w:themeFillTint="80"/>
          </w:tcPr>
          <w:p w14:paraId="6EE8F88D" w14:textId="77777777" w:rsidR="0026113B" w:rsidRDefault="0026113B" w:rsidP="00416259">
            <w:pPr>
              <w:pStyle w:val="NoSpacing"/>
            </w:pPr>
          </w:p>
        </w:tc>
      </w:tr>
    </w:tbl>
    <w:tbl>
      <w:tblPr>
        <w:tblpPr w:leftFromText="180" w:rightFromText="180" w:vertAnchor="text" w:horzAnchor="page" w:tblpX="685" w:tblpY="1"/>
        <w:tblW w:w="6738" w:type="pct"/>
        <w:tblLook w:val="04A0" w:firstRow="1" w:lastRow="0" w:firstColumn="1" w:lastColumn="0" w:noHBand="0" w:noVBand="1"/>
      </w:tblPr>
      <w:tblGrid>
        <w:gridCol w:w="11166"/>
        <w:gridCol w:w="225"/>
        <w:gridCol w:w="3842"/>
      </w:tblGrid>
      <w:tr w:rsidR="001E0AF0" w14:paraId="3969292C" w14:textId="77777777" w:rsidTr="00495A06">
        <w:trPr>
          <w:trHeight w:val="3416"/>
        </w:trPr>
        <w:tc>
          <w:tcPr>
            <w:tcW w:w="3665" w:type="pct"/>
          </w:tcPr>
          <w:p w14:paraId="2197515A" w14:textId="77777777" w:rsidR="00CB0C8A" w:rsidRPr="0019037C" w:rsidRDefault="00CB0C8A" w:rsidP="00CB0C8A">
            <w:pPr>
              <w:pStyle w:val="Heading1"/>
              <w:rPr>
                <w:sz w:val="32"/>
                <w:szCs w:val="32"/>
              </w:rPr>
            </w:pPr>
            <w:bookmarkStart w:id="0" w:name="_Toc261004494"/>
            <w:bookmarkStart w:id="1" w:name="_Toc261004492"/>
            <w:r w:rsidRPr="0019037C">
              <w:rPr>
                <w:sz w:val="32"/>
                <w:szCs w:val="32"/>
              </w:rPr>
              <w:t>Overview of the Class</w:t>
            </w:r>
          </w:p>
          <w:p w14:paraId="4518B05A" w14:textId="60978694" w:rsidR="00CB0C8A" w:rsidRDefault="00CB0C8A" w:rsidP="00CB0C8A">
            <w:pPr>
              <w:rPr>
                <w:rFonts w:eastAsiaTheme="minorHAnsi"/>
                <w:bCs/>
                <w:color w:val="auto"/>
                <w:sz w:val="24"/>
              </w:rPr>
            </w:pPr>
            <w:r w:rsidRPr="006E2D2B">
              <w:rPr>
                <w:rFonts w:eastAsiaTheme="minorHAnsi"/>
                <w:bCs/>
                <w:color w:val="auto"/>
                <w:sz w:val="24"/>
              </w:rPr>
              <w:t>The 8</w:t>
            </w:r>
            <w:r w:rsidRPr="006E2D2B">
              <w:rPr>
                <w:rFonts w:eastAsiaTheme="minorHAnsi"/>
                <w:bCs/>
                <w:color w:val="auto"/>
                <w:sz w:val="24"/>
                <w:vertAlign w:val="superscript"/>
              </w:rPr>
              <w:t>th</w:t>
            </w:r>
            <w:r w:rsidRPr="006E2D2B">
              <w:rPr>
                <w:rFonts w:eastAsiaTheme="minorHAnsi"/>
                <w:bCs/>
                <w:color w:val="auto"/>
                <w:sz w:val="24"/>
              </w:rPr>
              <w:t xml:space="preserve"> grade Social Studies curriculum includes a study of American history.  It covers from the Exploration of the New World to the Civil War.  The following are the</w:t>
            </w:r>
            <w:r w:rsidR="009B2243">
              <w:rPr>
                <w:rFonts w:eastAsiaTheme="minorHAnsi"/>
                <w:bCs/>
                <w:color w:val="auto"/>
                <w:sz w:val="24"/>
              </w:rPr>
              <w:t xml:space="preserve"> five units we will be studying.</w:t>
            </w:r>
          </w:p>
          <w:p w14:paraId="184AF12C" w14:textId="0700B645" w:rsidR="006E2D2B" w:rsidRPr="0019037C" w:rsidRDefault="006E2D2B" w:rsidP="006E2D2B">
            <w:pPr>
              <w:pStyle w:val="Heading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Units of Study</w:t>
            </w:r>
          </w:p>
          <w:p w14:paraId="5F32518C" w14:textId="32401F86" w:rsidR="00CB0C8A" w:rsidRPr="006E2D2B" w:rsidRDefault="00CB0C8A" w:rsidP="006E2D2B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  <w:r w:rsidRPr="006E2D2B">
              <w:rPr>
                <w:sz w:val="24"/>
              </w:rPr>
              <w:t>Discovering Amer</w:t>
            </w:r>
            <w:r w:rsidR="006E2D2B" w:rsidRPr="006E2D2B">
              <w:rPr>
                <w:sz w:val="24"/>
              </w:rPr>
              <w:t xml:space="preserve">ica and Colonization </w:t>
            </w:r>
          </w:p>
          <w:p w14:paraId="286F546F" w14:textId="45F4297F" w:rsidR="00CB0C8A" w:rsidRPr="006E2D2B" w:rsidRDefault="00CB0C8A" w:rsidP="006E2D2B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  <w:r w:rsidRPr="006E2D2B">
              <w:rPr>
                <w:sz w:val="24"/>
              </w:rPr>
              <w:t>The</w:t>
            </w:r>
            <w:r w:rsidR="006E2D2B" w:rsidRPr="006E2D2B">
              <w:rPr>
                <w:sz w:val="24"/>
              </w:rPr>
              <w:t xml:space="preserve"> American Revolution </w:t>
            </w:r>
          </w:p>
          <w:p w14:paraId="5206E15E" w14:textId="77A790AB" w:rsidR="00CB0C8A" w:rsidRPr="006E2D2B" w:rsidRDefault="00CB0C8A" w:rsidP="006E2D2B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  <w:r w:rsidRPr="006E2D2B">
              <w:rPr>
                <w:sz w:val="24"/>
              </w:rPr>
              <w:t xml:space="preserve">Forming </w:t>
            </w:r>
            <w:r w:rsidR="006E2D2B" w:rsidRPr="006E2D2B">
              <w:rPr>
                <w:sz w:val="24"/>
              </w:rPr>
              <w:t xml:space="preserve">a More Perfect Union </w:t>
            </w:r>
          </w:p>
          <w:p w14:paraId="6D00B215" w14:textId="5EF8F238" w:rsidR="00CB0C8A" w:rsidRPr="006E2D2B" w:rsidRDefault="006E2D2B" w:rsidP="006E2D2B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  <w:r w:rsidRPr="006E2D2B">
              <w:rPr>
                <w:sz w:val="24"/>
              </w:rPr>
              <w:t xml:space="preserve">A More Perfect Union </w:t>
            </w:r>
          </w:p>
          <w:p w14:paraId="4EBCAECA" w14:textId="05A067E9" w:rsidR="00CB0C8A" w:rsidRPr="006E2D2B" w:rsidRDefault="00CB0C8A" w:rsidP="006E2D2B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  <w:r w:rsidRPr="006E2D2B">
              <w:rPr>
                <w:sz w:val="24"/>
              </w:rPr>
              <w:t xml:space="preserve">Two </w:t>
            </w:r>
            <w:r w:rsidR="006E2D2B" w:rsidRPr="006E2D2B">
              <w:rPr>
                <w:sz w:val="24"/>
              </w:rPr>
              <w:t xml:space="preserve">American Identities </w:t>
            </w:r>
          </w:p>
          <w:p w14:paraId="378A493C" w14:textId="0A6CFA94" w:rsidR="00CB0C8A" w:rsidRPr="000F2EF3" w:rsidRDefault="00CB0C8A" w:rsidP="00CB0C8A">
            <w:pPr>
              <w:rPr>
                <w:sz w:val="28"/>
                <w:szCs w:val="28"/>
              </w:rPr>
            </w:pPr>
            <w:r w:rsidRPr="000F2EF3">
              <w:rPr>
                <w:sz w:val="28"/>
                <w:szCs w:val="28"/>
              </w:rPr>
              <w:t xml:space="preserve">We will also be working on </w:t>
            </w:r>
            <w:r w:rsidR="005B6711">
              <w:rPr>
                <w:sz w:val="28"/>
                <w:szCs w:val="28"/>
              </w:rPr>
              <w:t>grammar and w</w:t>
            </w:r>
            <w:r w:rsidRPr="000F2EF3">
              <w:rPr>
                <w:sz w:val="28"/>
                <w:szCs w:val="28"/>
              </w:rPr>
              <w:t>riting</w:t>
            </w:r>
            <w:r w:rsidR="005B6711">
              <w:rPr>
                <w:sz w:val="28"/>
                <w:szCs w:val="28"/>
              </w:rPr>
              <w:t xml:space="preserve"> skills</w:t>
            </w:r>
            <w:r w:rsidRPr="000F2EF3">
              <w:rPr>
                <w:sz w:val="28"/>
                <w:szCs w:val="28"/>
              </w:rPr>
              <w:t>.</w:t>
            </w:r>
          </w:p>
          <w:p w14:paraId="58E15D1F" w14:textId="22DBFD05" w:rsidR="00CB0C8A" w:rsidRPr="00BE454C" w:rsidRDefault="00CB0C8A" w:rsidP="00BE454C">
            <w:pPr>
              <w:pStyle w:val="ListParagraph"/>
              <w:numPr>
                <w:ilvl w:val="0"/>
                <w:numId w:val="10"/>
              </w:numPr>
              <w:rPr>
                <w:sz w:val="24"/>
              </w:rPr>
            </w:pPr>
            <w:r>
              <w:rPr>
                <w:sz w:val="24"/>
              </w:rPr>
              <w:t>Editing and Revising</w:t>
            </w:r>
            <w:r w:rsidR="00BE454C">
              <w:rPr>
                <w:sz w:val="24"/>
              </w:rPr>
              <w:t>/</w:t>
            </w:r>
            <w:r w:rsidRPr="00BE454C">
              <w:rPr>
                <w:sz w:val="24"/>
              </w:rPr>
              <w:t xml:space="preserve">DRP Cloze </w:t>
            </w:r>
          </w:p>
          <w:p w14:paraId="58BE4D45" w14:textId="77777777" w:rsidR="00CB0C8A" w:rsidRDefault="00CB0C8A" w:rsidP="00CB0C8A">
            <w:pPr>
              <w:pStyle w:val="ListParagraph"/>
              <w:numPr>
                <w:ilvl w:val="0"/>
                <w:numId w:val="10"/>
              </w:numPr>
              <w:rPr>
                <w:sz w:val="24"/>
              </w:rPr>
            </w:pPr>
            <w:r>
              <w:rPr>
                <w:sz w:val="24"/>
              </w:rPr>
              <w:t>Document Based Questions (DBQ’s)</w:t>
            </w:r>
          </w:p>
          <w:p w14:paraId="11D5C30E" w14:textId="0A28D357" w:rsidR="005B6711" w:rsidRPr="00BE454C" w:rsidRDefault="00CB0C8A" w:rsidP="00BE454C">
            <w:pPr>
              <w:pStyle w:val="ListParagraph"/>
              <w:numPr>
                <w:ilvl w:val="0"/>
                <w:numId w:val="10"/>
              </w:numPr>
              <w:rPr>
                <w:sz w:val="24"/>
              </w:rPr>
            </w:pPr>
            <w:r>
              <w:rPr>
                <w:sz w:val="24"/>
              </w:rPr>
              <w:t>The Writing Process: Brainstorming, Pre-planning, Drafting, Editing, Revising, Publish, and Share/Present.</w:t>
            </w:r>
            <w:r w:rsidR="00BE454C">
              <w:rPr>
                <w:sz w:val="24"/>
              </w:rPr>
              <w:t xml:space="preserve"> </w:t>
            </w:r>
            <w:r w:rsidR="00BE454C" w:rsidRPr="00BE454C">
              <w:rPr>
                <w:sz w:val="24"/>
              </w:rPr>
              <w:sym w:font="Wingdings" w:char="F0E0"/>
            </w:r>
            <w:r w:rsidR="00BE454C">
              <w:rPr>
                <w:sz w:val="24"/>
              </w:rPr>
              <w:t xml:space="preserve"> </w:t>
            </w:r>
            <w:r w:rsidR="005B6711" w:rsidRPr="00BE454C">
              <w:rPr>
                <w:sz w:val="24"/>
              </w:rPr>
              <w:t>Persuasive and Argumentative Writing</w:t>
            </w:r>
          </w:p>
          <w:bookmarkEnd w:id="0"/>
          <w:p w14:paraId="21FF6661" w14:textId="027E0B1B" w:rsidR="001E0AF0" w:rsidRPr="00FE3014" w:rsidRDefault="001E0AF0" w:rsidP="00FE3014">
            <w:pPr>
              <w:pStyle w:val="Heading1"/>
              <w:rPr>
                <w:sz w:val="32"/>
                <w:szCs w:val="32"/>
              </w:rPr>
            </w:pPr>
            <w:r w:rsidRPr="00FE3014">
              <w:rPr>
                <w:sz w:val="32"/>
                <w:szCs w:val="32"/>
              </w:rPr>
              <w:t>Materials</w:t>
            </w:r>
          </w:p>
          <w:p w14:paraId="5E07604B" w14:textId="77777777" w:rsidR="001E0AF0" w:rsidRPr="00FE3014" w:rsidRDefault="001E0AF0" w:rsidP="001E0AF0">
            <w:pPr>
              <w:pStyle w:val="BlockText"/>
              <w:rPr>
                <w:color w:val="000000" w:themeColor="text1"/>
                <w:sz w:val="24"/>
              </w:rPr>
            </w:pPr>
            <w:r w:rsidRPr="00FE3014">
              <w:rPr>
                <w:color w:val="000000" w:themeColor="text1"/>
                <w:sz w:val="24"/>
              </w:rPr>
              <w:t>The following will be some of the materials that you will need in class, at home, for reports, and projects:</w:t>
            </w:r>
          </w:p>
          <w:p w14:paraId="6E30AE2D" w14:textId="5EE859A0" w:rsidR="001E0AF0" w:rsidRPr="00FE3014" w:rsidRDefault="001E0AF0" w:rsidP="00FE3014">
            <w:pPr>
              <w:pStyle w:val="BlockText"/>
              <w:numPr>
                <w:ilvl w:val="0"/>
                <w:numId w:val="8"/>
              </w:numPr>
              <w:rPr>
                <w:color w:val="000000" w:themeColor="text1"/>
                <w:sz w:val="24"/>
              </w:rPr>
            </w:pPr>
            <w:r w:rsidRPr="001E0AF0">
              <w:rPr>
                <w:color w:val="000000" w:themeColor="text1"/>
                <w:sz w:val="24"/>
              </w:rPr>
              <w:t>A notebook (1 per quarter)</w:t>
            </w:r>
            <w:r w:rsidR="00FE3014">
              <w:rPr>
                <w:color w:val="000000" w:themeColor="text1"/>
                <w:sz w:val="24"/>
              </w:rPr>
              <w:t xml:space="preserve"> or a single five subject Social Studies notebook.</w:t>
            </w:r>
          </w:p>
          <w:p w14:paraId="5C96F1DA" w14:textId="77777777" w:rsidR="001E0AF0" w:rsidRPr="001E0AF0" w:rsidRDefault="001E0AF0" w:rsidP="001E0AF0">
            <w:pPr>
              <w:pStyle w:val="BlockText"/>
              <w:numPr>
                <w:ilvl w:val="0"/>
                <w:numId w:val="8"/>
              </w:numPr>
              <w:rPr>
                <w:color w:val="000000" w:themeColor="text1"/>
                <w:sz w:val="24"/>
              </w:rPr>
            </w:pPr>
            <w:r w:rsidRPr="001E0AF0">
              <w:rPr>
                <w:color w:val="000000" w:themeColor="text1"/>
                <w:sz w:val="24"/>
              </w:rPr>
              <w:t xml:space="preserve">A two pocket folder </w:t>
            </w:r>
          </w:p>
          <w:p w14:paraId="25C91BA1" w14:textId="77777777" w:rsidR="001E0AF0" w:rsidRPr="001E0AF0" w:rsidRDefault="001E0AF0" w:rsidP="001E0AF0">
            <w:pPr>
              <w:pStyle w:val="BlockText"/>
              <w:numPr>
                <w:ilvl w:val="0"/>
                <w:numId w:val="8"/>
              </w:numPr>
              <w:rPr>
                <w:color w:val="000000" w:themeColor="text1"/>
                <w:sz w:val="24"/>
              </w:rPr>
            </w:pPr>
            <w:r w:rsidRPr="001E0AF0">
              <w:rPr>
                <w:color w:val="000000" w:themeColor="text1"/>
                <w:sz w:val="24"/>
              </w:rPr>
              <w:t>A flash drive/USB drive</w:t>
            </w:r>
          </w:p>
          <w:p w14:paraId="18C4B7BC" w14:textId="4C6F4781" w:rsidR="001E0AF0" w:rsidRPr="00FE3014" w:rsidRDefault="001E0AF0" w:rsidP="001E0AF0">
            <w:pPr>
              <w:pStyle w:val="BlockText"/>
              <w:numPr>
                <w:ilvl w:val="0"/>
                <w:numId w:val="8"/>
              </w:numPr>
              <w:rPr>
                <w:color w:val="000000" w:themeColor="text1"/>
                <w:sz w:val="24"/>
              </w:rPr>
            </w:pPr>
            <w:r w:rsidRPr="001E0AF0">
              <w:rPr>
                <w:color w:val="000000" w:themeColor="text1"/>
                <w:sz w:val="24"/>
              </w:rPr>
              <w:t>Scissors, glue stick, ruler, colored pencils.</w:t>
            </w:r>
            <w:r w:rsidR="00FE3014">
              <w:rPr>
                <w:color w:val="000000" w:themeColor="text1"/>
                <w:sz w:val="24"/>
              </w:rPr>
              <w:t xml:space="preserve"> For projects you may need additional materials.</w:t>
            </w:r>
          </w:p>
          <w:p w14:paraId="4DC95647" w14:textId="77777777" w:rsidR="001E0AF0" w:rsidRPr="001E0AF0" w:rsidRDefault="001E0AF0" w:rsidP="001E0AF0">
            <w:pPr>
              <w:pStyle w:val="BlockText"/>
              <w:rPr>
                <w:color w:val="000000" w:themeColor="text1"/>
                <w:sz w:val="24"/>
              </w:rPr>
            </w:pPr>
            <w:r w:rsidRPr="001E0AF0">
              <w:rPr>
                <w:color w:val="000000" w:themeColor="text1"/>
                <w:sz w:val="24"/>
              </w:rPr>
              <w:t xml:space="preserve">The textbook for this class is called </w:t>
            </w:r>
            <w:r w:rsidRPr="001E0AF0">
              <w:rPr>
                <w:i/>
                <w:color w:val="000000" w:themeColor="text1"/>
                <w:sz w:val="24"/>
              </w:rPr>
              <w:t>America: Pathways to the Present.</w:t>
            </w:r>
            <w:r w:rsidRPr="001E0AF0">
              <w:rPr>
                <w:color w:val="000000" w:themeColor="text1"/>
                <w:sz w:val="24"/>
              </w:rPr>
              <w:t xml:space="preserve"> </w:t>
            </w:r>
          </w:p>
          <w:p w14:paraId="72ED93B9" w14:textId="77777777" w:rsidR="005B6711" w:rsidRDefault="00F12BF2" w:rsidP="001E0AF0">
            <w:pPr>
              <w:pStyle w:val="Heading1"/>
              <w:rPr>
                <w:sz w:val="32"/>
                <w:szCs w:val="32"/>
              </w:rPr>
            </w:pPr>
            <w:r w:rsidRPr="000F2EF3">
              <w:rPr>
                <w:sz w:val="32"/>
                <w:szCs w:val="32"/>
              </w:rPr>
              <w:t>Technology Goals</w:t>
            </w:r>
          </w:p>
          <w:p w14:paraId="24468C13" w14:textId="16905C7C" w:rsidR="00B96339" w:rsidRPr="005B6711" w:rsidRDefault="00F12BF2" w:rsidP="001E0AF0">
            <w:pPr>
              <w:pStyle w:val="Heading1"/>
              <w:rPr>
                <w:sz w:val="32"/>
                <w:szCs w:val="32"/>
              </w:rPr>
            </w:pPr>
            <w:r w:rsidRPr="00F12BF2">
              <w:rPr>
                <w:color w:val="auto"/>
                <w:sz w:val="24"/>
              </w:rPr>
              <w:t xml:space="preserve">During Social Studies, we will be learning how to use some Web 2.0 tools and websites to showcase and present what we are learning in class. </w:t>
            </w:r>
          </w:p>
          <w:p w14:paraId="3FFFB75D" w14:textId="77777777" w:rsidR="001E0AF0" w:rsidRPr="001E0AF0" w:rsidRDefault="001E0AF0" w:rsidP="001E0AF0">
            <w:pPr>
              <w:pStyle w:val="Heading1"/>
              <w:rPr>
                <w:sz w:val="32"/>
                <w:szCs w:val="32"/>
              </w:rPr>
            </w:pPr>
            <w:r w:rsidRPr="001E0AF0">
              <w:rPr>
                <w:sz w:val="32"/>
                <w:szCs w:val="32"/>
              </w:rPr>
              <w:lastRenderedPageBreak/>
              <w:t>Grades</w:t>
            </w:r>
          </w:p>
          <w:p w14:paraId="502A2EE5" w14:textId="2C55D700" w:rsidR="001E0AF0" w:rsidRPr="006E2D2B" w:rsidRDefault="001E0AF0" w:rsidP="00CB4D87">
            <w:pPr>
              <w:pStyle w:val="BlockText"/>
              <w:spacing w:line="360" w:lineRule="auto"/>
              <w:rPr>
                <w:color w:val="000000" w:themeColor="text1"/>
                <w:sz w:val="24"/>
              </w:rPr>
            </w:pPr>
            <w:r w:rsidRPr="006E2D2B">
              <w:rPr>
                <w:color w:val="000000" w:themeColor="text1"/>
                <w:sz w:val="24"/>
                <w:u w:val="single"/>
              </w:rPr>
              <w:t>Homework</w:t>
            </w:r>
            <w:r w:rsidRPr="006E2D2B">
              <w:rPr>
                <w:color w:val="000000" w:themeColor="text1"/>
                <w:sz w:val="24"/>
              </w:rPr>
              <w:t>…</w:t>
            </w:r>
            <w:r w:rsidR="006E2D2B">
              <w:rPr>
                <w:color w:val="000000" w:themeColor="text1"/>
                <w:sz w:val="24"/>
              </w:rPr>
              <w:t>…………..</w:t>
            </w:r>
            <w:r w:rsidRPr="006E2D2B">
              <w:rPr>
                <w:color w:val="000000" w:themeColor="text1"/>
                <w:sz w:val="24"/>
              </w:rPr>
              <w:t>……………………</w:t>
            </w:r>
            <w:r w:rsidR="00CB4D87" w:rsidRPr="006E2D2B">
              <w:rPr>
                <w:color w:val="000000" w:themeColor="text1"/>
                <w:sz w:val="24"/>
              </w:rPr>
              <w:t>……………………………………………………………</w:t>
            </w:r>
            <w:r w:rsidR="00495A06">
              <w:rPr>
                <w:color w:val="000000" w:themeColor="text1"/>
                <w:sz w:val="24"/>
              </w:rPr>
              <w:t>10</w:t>
            </w:r>
            <w:r w:rsidRPr="006E2D2B">
              <w:rPr>
                <w:color w:val="000000" w:themeColor="text1"/>
                <w:sz w:val="24"/>
              </w:rPr>
              <w:t>%</w:t>
            </w:r>
          </w:p>
          <w:p w14:paraId="634A9A34" w14:textId="7ED85D63" w:rsidR="001E0AF0" w:rsidRPr="006E2D2B" w:rsidRDefault="001E0AF0" w:rsidP="00CB4D87">
            <w:pPr>
              <w:pStyle w:val="BlockText"/>
              <w:spacing w:line="360" w:lineRule="auto"/>
              <w:rPr>
                <w:color w:val="000000" w:themeColor="text1"/>
                <w:sz w:val="24"/>
              </w:rPr>
            </w:pPr>
            <w:r w:rsidRPr="006E2D2B">
              <w:rPr>
                <w:color w:val="000000" w:themeColor="text1"/>
                <w:sz w:val="24"/>
                <w:u w:val="single"/>
              </w:rPr>
              <w:t>Notebook</w:t>
            </w:r>
            <w:r w:rsidR="006E2D2B" w:rsidRPr="006E2D2B">
              <w:rPr>
                <w:color w:val="000000" w:themeColor="text1"/>
                <w:sz w:val="24"/>
                <w:u w:val="single"/>
              </w:rPr>
              <w:t>/Current Events</w:t>
            </w:r>
            <w:r w:rsidRPr="006E2D2B">
              <w:rPr>
                <w:color w:val="000000" w:themeColor="text1"/>
                <w:sz w:val="24"/>
              </w:rPr>
              <w:t>………</w:t>
            </w:r>
            <w:r w:rsidR="006E2D2B" w:rsidRPr="006E2D2B">
              <w:rPr>
                <w:color w:val="000000" w:themeColor="text1"/>
                <w:sz w:val="24"/>
              </w:rPr>
              <w:t>…………</w:t>
            </w:r>
            <w:r w:rsidR="006E2D2B">
              <w:rPr>
                <w:color w:val="000000" w:themeColor="text1"/>
                <w:sz w:val="24"/>
              </w:rPr>
              <w:t>…………...</w:t>
            </w:r>
            <w:r w:rsidR="006E2D2B" w:rsidRPr="006E2D2B">
              <w:rPr>
                <w:color w:val="000000" w:themeColor="text1"/>
                <w:sz w:val="24"/>
              </w:rPr>
              <w:t>………</w:t>
            </w:r>
            <w:r w:rsidR="00CB4D87" w:rsidRPr="006E2D2B">
              <w:rPr>
                <w:color w:val="000000" w:themeColor="text1"/>
                <w:sz w:val="24"/>
              </w:rPr>
              <w:t>……………………………………</w:t>
            </w:r>
            <w:r w:rsidR="00950F7E" w:rsidRPr="006E2D2B">
              <w:rPr>
                <w:color w:val="000000" w:themeColor="text1"/>
                <w:sz w:val="24"/>
              </w:rPr>
              <w:t>….</w:t>
            </w:r>
            <w:r w:rsidR="006E2D2B">
              <w:rPr>
                <w:color w:val="000000" w:themeColor="text1"/>
                <w:sz w:val="24"/>
              </w:rPr>
              <w:t>20</w:t>
            </w:r>
            <w:r w:rsidRPr="006E2D2B">
              <w:rPr>
                <w:color w:val="000000" w:themeColor="text1"/>
                <w:sz w:val="24"/>
              </w:rPr>
              <w:t>%</w:t>
            </w:r>
          </w:p>
          <w:p w14:paraId="14A05F5C" w14:textId="7DD024CE" w:rsidR="001E0AF0" w:rsidRPr="006E2D2B" w:rsidRDefault="006E2D2B" w:rsidP="00CB4D87">
            <w:pPr>
              <w:pStyle w:val="BlockText"/>
              <w:spacing w:line="360" w:lineRule="auto"/>
              <w:rPr>
                <w:color w:val="000000" w:themeColor="text1"/>
                <w:sz w:val="24"/>
              </w:rPr>
            </w:pPr>
            <w:r w:rsidRPr="006E2D2B">
              <w:rPr>
                <w:color w:val="000000" w:themeColor="text1"/>
                <w:sz w:val="24"/>
                <w:u w:val="single"/>
              </w:rPr>
              <w:t>Do Now</w:t>
            </w:r>
            <w:r>
              <w:rPr>
                <w:color w:val="000000" w:themeColor="text1"/>
                <w:sz w:val="24"/>
                <w:u w:val="single"/>
              </w:rPr>
              <w:t>/Classwork</w:t>
            </w:r>
            <w:r w:rsidR="00CB4D87" w:rsidRPr="006E2D2B">
              <w:rPr>
                <w:color w:val="000000" w:themeColor="text1"/>
                <w:sz w:val="24"/>
              </w:rPr>
              <w:t>……………</w:t>
            </w:r>
            <w:r w:rsidR="00495A06">
              <w:rPr>
                <w:color w:val="000000" w:themeColor="text1"/>
                <w:sz w:val="24"/>
              </w:rPr>
              <w:t>………………</w:t>
            </w:r>
            <w:r w:rsidR="00CB4D87" w:rsidRPr="006E2D2B">
              <w:rPr>
                <w:color w:val="000000" w:themeColor="text1"/>
                <w:sz w:val="24"/>
              </w:rPr>
              <w:t>…………</w:t>
            </w:r>
            <w:r>
              <w:rPr>
                <w:color w:val="000000" w:themeColor="text1"/>
                <w:sz w:val="24"/>
              </w:rPr>
              <w:t>……………</w:t>
            </w:r>
            <w:r w:rsidR="00CB4D87" w:rsidRPr="006E2D2B">
              <w:rPr>
                <w:color w:val="000000" w:themeColor="text1"/>
                <w:sz w:val="24"/>
              </w:rPr>
              <w:t>……………………………….</w:t>
            </w:r>
            <w:r>
              <w:rPr>
                <w:color w:val="000000" w:themeColor="text1"/>
                <w:sz w:val="24"/>
              </w:rPr>
              <w:t>.2</w:t>
            </w:r>
            <w:r w:rsidRPr="006E2D2B">
              <w:rPr>
                <w:color w:val="000000" w:themeColor="text1"/>
                <w:sz w:val="24"/>
              </w:rPr>
              <w:t>0</w:t>
            </w:r>
            <w:r w:rsidR="001E0AF0" w:rsidRPr="006E2D2B">
              <w:rPr>
                <w:color w:val="000000" w:themeColor="text1"/>
                <w:sz w:val="24"/>
              </w:rPr>
              <w:t>%</w:t>
            </w:r>
          </w:p>
          <w:p w14:paraId="148F7752" w14:textId="4F0D9477" w:rsidR="006E2D2B" w:rsidRDefault="006E2D2B" w:rsidP="00CB4D87">
            <w:pPr>
              <w:pStyle w:val="BlockText"/>
              <w:spacing w:line="360" w:lineRule="auto"/>
              <w:rPr>
                <w:color w:val="000000" w:themeColor="text1"/>
                <w:sz w:val="24"/>
              </w:rPr>
            </w:pPr>
            <w:r w:rsidRPr="006E2D2B">
              <w:rPr>
                <w:color w:val="000000" w:themeColor="text1"/>
                <w:sz w:val="24"/>
                <w:u w:val="single"/>
              </w:rPr>
              <w:t>Quizzes and Writing Prompts</w:t>
            </w:r>
            <w:r>
              <w:rPr>
                <w:color w:val="000000" w:themeColor="text1"/>
                <w:sz w:val="24"/>
              </w:rPr>
              <w:t>…………………………………………………………………………..20%</w:t>
            </w:r>
          </w:p>
          <w:p w14:paraId="3520EAF2" w14:textId="4ED6733E" w:rsidR="006E2D2B" w:rsidRDefault="006E2D2B" w:rsidP="00495A06">
            <w:pPr>
              <w:spacing w:line="240" w:lineRule="auto"/>
              <w:rPr>
                <w:color w:val="000000" w:themeColor="text1"/>
                <w:sz w:val="24"/>
              </w:rPr>
            </w:pPr>
            <w:r w:rsidRPr="006E2D2B">
              <w:rPr>
                <w:color w:val="000000" w:themeColor="text1"/>
                <w:sz w:val="24"/>
                <w:u w:val="single"/>
              </w:rPr>
              <w:t xml:space="preserve">Unit </w:t>
            </w:r>
            <w:r w:rsidR="00495A06">
              <w:rPr>
                <w:color w:val="000000" w:themeColor="text1"/>
                <w:sz w:val="24"/>
                <w:u w:val="single"/>
              </w:rPr>
              <w:t>Performance Tasks</w:t>
            </w:r>
            <w:r w:rsidR="00495A06">
              <w:rPr>
                <w:color w:val="000000" w:themeColor="text1"/>
                <w:sz w:val="24"/>
              </w:rPr>
              <w:t>…..</w:t>
            </w:r>
            <w:r w:rsidRPr="006E2D2B">
              <w:rPr>
                <w:color w:val="000000" w:themeColor="text1"/>
                <w:sz w:val="24"/>
              </w:rPr>
              <w:t>..</w:t>
            </w:r>
            <w:r w:rsidR="001E0AF0" w:rsidRPr="006E2D2B">
              <w:rPr>
                <w:color w:val="000000" w:themeColor="text1"/>
                <w:sz w:val="24"/>
              </w:rPr>
              <w:t>……</w:t>
            </w:r>
            <w:r w:rsidR="00CB4D87" w:rsidRPr="006E2D2B">
              <w:rPr>
                <w:color w:val="000000" w:themeColor="text1"/>
                <w:sz w:val="24"/>
              </w:rPr>
              <w:t>……………………</w:t>
            </w:r>
            <w:r>
              <w:rPr>
                <w:color w:val="000000" w:themeColor="text1"/>
                <w:sz w:val="24"/>
              </w:rPr>
              <w:t>……………</w:t>
            </w:r>
            <w:r w:rsidR="00CB4D87" w:rsidRPr="006E2D2B">
              <w:rPr>
                <w:color w:val="000000" w:themeColor="text1"/>
                <w:sz w:val="24"/>
              </w:rPr>
              <w:t>……………………………………</w:t>
            </w:r>
            <w:r w:rsidR="00495A06">
              <w:rPr>
                <w:color w:val="000000" w:themeColor="text1"/>
                <w:sz w:val="24"/>
              </w:rPr>
              <w:t>20</w:t>
            </w:r>
            <w:r w:rsidR="001E0AF0" w:rsidRPr="006E2D2B">
              <w:rPr>
                <w:color w:val="000000" w:themeColor="text1"/>
                <w:sz w:val="24"/>
              </w:rPr>
              <w:t>%</w:t>
            </w:r>
          </w:p>
          <w:p w14:paraId="60E5F567" w14:textId="41C15762" w:rsidR="00495A06" w:rsidRDefault="00495A06" w:rsidP="00495A06">
            <w:pPr>
              <w:spacing w:line="240" w:lineRule="auto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  <w:u w:val="single"/>
              </w:rPr>
              <w:t>Participation</w:t>
            </w:r>
            <w:r>
              <w:rPr>
                <w:color w:val="000000" w:themeColor="text1"/>
                <w:sz w:val="24"/>
              </w:rPr>
              <w:t>……………….</w:t>
            </w:r>
            <w:r w:rsidRPr="006E2D2B">
              <w:rPr>
                <w:color w:val="000000" w:themeColor="text1"/>
                <w:sz w:val="24"/>
              </w:rPr>
              <w:t>..…………………………</w:t>
            </w:r>
            <w:r>
              <w:rPr>
                <w:color w:val="000000" w:themeColor="text1"/>
                <w:sz w:val="24"/>
              </w:rPr>
              <w:t>……………</w:t>
            </w:r>
            <w:r w:rsidRPr="006E2D2B">
              <w:rPr>
                <w:color w:val="000000" w:themeColor="text1"/>
                <w:sz w:val="24"/>
              </w:rPr>
              <w:t>……………………………………</w:t>
            </w:r>
            <w:r>
              <w:rPr>
                <w:color w:val="000000" w:themeColor="text1"/>
                <w:sz w:val="24"/>
              </w:rPr>
              <w:t>10</w:t>
            </w:r>
            <w:r w:rsidRPr="006E2D2B">
              <w:rPr>
                <w:color w:val="000000" w:themeColor="text1"/>
                <w:sz w:val="24"/>
              </w:rPr>
              <w:t>%</w:t>
            </w:r>
          </w:p>
          <w:p w14:paraId="5B97487A" w14:textId="4315BA73" w:rsidR="00495A06" w:rsidRPr="006E2D2B" w:rsidRDefault="00495A06" w:rsidP="00495A06">
            <w:pPr>
              <w:spacing w:line="360" w:lineRule="auto"/>
              <w:rPr>
                <w:color w:val="000000" w:themeColor="text1"/>
                <w:sz w:val="24"/>
              </w:rPr>
            </w:pPr>
          </w:p>
        </w:tc>
        <w:tc>
          <w:tcPr>
            <w:tcW w:w="74" w:type="pct"/>
          </w:tcPr>
          <w:p w14:paraId="55C4454A" w14:textId="77777777" w:rsidR="00CB0C8A" w:rsidRDefault="00CB0C8A" w:rsidP="00CB0C8A"/>
        </w:tc>
        <w:tc>
          <w:tcPr>
            <w:tcW w:w="1261" w:type="pct"/>
          </w:tcPr>
          <w:p w14:paraId="65A300F8" w14:textId="77777777" w:rsidR="00CB0C8A" w:rsidRPr="0058353E" w:rsidRDefault="00CB0C8A" w:rsidP="00CB0C8A">
            <w:pPr>
              <w:pStyle w:val="BlockText"/>
            </w:pPr>
          </w:p>
        </w:tc>
      </w:tr>
      <w:tr w:rsidR="001E0AF0" w14:paraId="0CBAA76E" w14:textId="77777777" w:rsidTr="00F12BF2">
        <w:trPr>
          <w:trHeight w:val="2363"/>
        </w:trPr>
        <w:tc>
          <w:tcPr>
            <w:tcW w:w="3665" w:type="pct"/>
          </w:tcPr>
          <w:p w14:paraId="125D5939" w14:textId="4438C1DB" w:rsidR="00CB4D87" w:rsidRDefault="006E2D2B" w:rsidP="00CB4D87">
            <w:pPr>
              <w:pStyle w:val="Heading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Homework Policy</w:t>
            </w:r>
          </w:p>
          <w:p w14:paraId="2234AA30" w14:textId="3D19A623" w:rsidR="00CB4D87" w:rsidRDefault="006E2D2B" w:rsidP="00BE454C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1.  For Full Credit on homework you must meet each condition below.</w:t>
            </w:r>
          </w:p>
          <w:p w14:paraId="58857C01" w14:textId="7EB38FE7" w:rsidR="006E2D2B" w:rsidRDefault="006E2D2B" w:rsidP="00BE454C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It must be turned in on time.  On time is when I walk around the room at the beginning of the period.  Your homework is out with your agenda ready for me to check.</w:t>
            </w:r>
          </w:p>
          <w:p w14:paraId="26A72A52" w14:textId="77777777" w:rsidR="00FE3014" w:rsidRDefault="00FE3014" w:rsidP="006E2D2B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All directions must be followed.</w:t>
            </w:r>
          </w:p>
          <w:p w14:paraId="760F5524" w14:textId="77777777" w:rsidR="00FE3014" w:rsidRDefault="00FE3014" w:rsidP="006E2D2B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It must all be completed.</w:t>
            </w:r>
          </w:p>
          <w:p w14:paraId="198F357E" w14:textId="77777777" w:rsidR="00FE3014" w:rsidRDefault="00FE3014" w:rsidP="006E2D2B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It must be neat and legible.</w:t>
            </w:r>
          </w:p>
          <w:p w14:paraId="7BBDCCBD" w14:textId="77777777" w:rsidR="00FE3014" w:rsidRDefault="00FE3014" w:rsidP="006E2D2B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Use complete sentences in TTQA form unless told not to.</w:t>
            </w:r>
          </w:p>
          <w:p w14:paraId="15F851BB" w14:textId="778501F8" w:rsidR="00FE3014" w:rsidRDefault="00FE3014" w:rsidP="00BE454C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2. As an 8</w:t>
            </w:r>
            <w:r w:rsidRPr="00FE3014">
              <w:rPr>
                <w:sz w:val="24"/>
                <w:vertAlign w:val="superscript"/>
              </w:rPr>
              <w:t>th</w:t>
            </w:r>
            <w:r>
              <w:rPr>
                <w:sz w:val="24"/>
              </w:rPr>
              <w:t xml:space="preserve"> grader, there is an expectation that work will be turned in on time.</w:t>
            </w:r>
          </w:p>
          <w:p w14:paraId="44A97ADC" w14:textId="77777777" w:rsidR="00FE3014" w:rsidRDefault="00FE3014" w:rsidP="00BE454C">
            <w:pPr>
              <w:pStyle w:val="ListParagraph"/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A zero will be assigned if the homework policy is not followed.</w:t>
            </w:r>
          </w:p>
          <w:p w14:paraId="2C663443" w14:textId="3656FADF" w:rsidR="00FE3014" w:rsidRDefault="00FE3014" w:rsidP="00FE3014">
            <w:pPr>
              <w:pStyle w:val="ListParagraph"/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 xml:space="preserve">If turned in the next </w:t>
            </w:r>
            <w:r w:rsidR="00495A06">
              <w:rPr>
                <w:sz w:val="24"/>
              </w:rPr>
              <w:t xml:space="preserve">class </w:t>
            </w:r>
            <w:r>
              <w:rPr>
                <w:sz w:val="24"/>
              </w:rPr>
              <w:t>day, you may receive half credit.</w:t>
            </w:r>
          </w:p>
          <w:p w14:paraId="4D0DECD1" w14:textId="3B5D60AD" w:rsidR="00FE3014" w:rsidRDefault="00FE3014" w:rsidP="00FE3014">
            <w:pPr>
              <w:pStyle w:val="ListParagraph"/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>You are responsible for making sure you hand in any missing assignments.</w:t>
            </w:r>
          </w:p>
          <w:p w14:paraId="1A85E256" w14:textId="0502D125" w:rsidR="00FE3014" w:rsidRPr="00F12BF2" w:rsidRDefault="00FE3014" w:rsidP="00CB4D87">
            <w:pPr>
              <w:pStyle w:val="ListParagraph"/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 xml:space="preserve">Repeat offenses of not completing homework will result in </w:t>
            </w:r>
            <w:r w:rsidR="009B2243">
              <w:rPr>
                <w:sz w:val="24"/>
              </w:rPr>
              <w:t>a</w:t>
            </w:r>
            <w:r>
              <w:rPr>
                <w:sz w:val="24"/>
              </w:rPr>
              <w:t xml:space="preserve"> </w:t>
            </w:r>
            <w:r w:rsidR="009B2243">
              <w:rPr>
                <w:sz w:val="24"/>
              </w:rPr>
              <w:t>consequence</w:t>
            </w:r>
            <w:r>
              <w:rPr>
                <w:sz w:val="24"/>
              </w:rPr>
              <w:t xml:space="preserve">.  </w:t>
            </w:r>
          </w:p>
          <w:p w14:paraId="1D48B032" w14:textId="236813AF" w:rsidR="00FE3014" w:rsidRDefault="00FE3014" w:rsidP="00B96339">
            <w:pPr>
              <w:pStyle w:val="Heading1"/>
              <w:rPr>
                <w:sz w:val="32"/>
                <w:szCs w:val="32"/>
              </w:rPr>
            </w:pPr>
            <w:r w:rsidRPr="00B96339">
              <w:rPr>
                <w:sz w:val="32"/>
                <w:szCs w:val="32"/>
              </w:rPr>
              <w:t>Classroom Expectations</w:t>
            </w:r>
            <w:r w:rsidR="00BE454C">
              <w:rPr>
                <w:sz w:val="32"/>
                <w:szCs w:val="32"/>
              </w:rPr>
              <w:t xml:space="preserve"> – The 5 P’s</w:t>
            </w:r>
          </w:p>
          <w:p w14:paraId="4C60B968" w14:textId="3D229F4A" w:rsidR="00B96339" w:rsidRDefault="00B96339" w:rsidP="00495A06">
            <w:pPr>
              <w:spacing w:line="240" w:lineRule="auto"/>
              <w:rPr>
                <w:sz w:val="24"/>
              </w:rPr>
            </w:pPr>
            <w:r w:rsidRPr="00B96339">
              <w:rPr>
                <w:sz w:val="24"/>
              </w:rPr>
              <w:t>The following expectations will be included as part of your participation grade.  You are solely responsible for meeting these expectations and will result in achieving a successful year in Social Studies.</w:t>
            </w:r>
          </w:p>
          <w:p w14:paraId="7445A389" w14:textId="3968D38B" w:rsidR="00B96339" w:rsidRPr="00B96339" w:rsidRDefault="00B96339" w:rsidP="00495A06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sz w:val="24"/>
              </w:rPr>
            </w:pPr>
            <w:r w:rsidRPr="00B96339">
              <w:rPr>
                <w:sz w:val="24"/>
              </w:rPr>
              <w:t>Come to class on time, sit in your seat, take out your agenda with your homework, and quietly attempt the Do Now</w:t>
            </w:r>
            <w:r w:rsidR="00BE454C">
              <w:rPr>
                <w:sz w:val="24"/>
              </w:rPr>
              <w:t xml:space="preserve"> (Prompt)</w:t>
            </w:r>
            <w:r w:rsidRPr="00B96339">
              <w:rPr>
                <w:sz w:val="24"/>
              </w:rPr>
              <w:t>.</w:t>
            </w:r>
          </w:p>
          <w:p w14:paraId="3EDBE5E5" w14:textId="3E1EA9E7" w:rsidR="00B96339" w:rsidRDefault="00B96339" w:rsidP="00B96339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>Always show respect for everyone in the class.  Including not speaking when someone else is speaking and keeping your hands, feet and objects to yourself</w:t>
            </w:r>
            <w:r w:rsidR="00BE454C">
              <w:rPr>
                <w:sz w:val="24"/>
              </w:rPr>
              <w:t xml:space="preserve">  (Polite)</w:t>
            </w:r>
            <w:r>
              <w:rPr>
                <w:sz w:val="24"/>
              </w:rPr>
              <w:t>.</w:t>
            </w:r>
          </w:p>
          <w:p w14:paraId="50676D99" w14:textId="0588400F" w:rsidR="00B96339" w:rsidRDefault="00B96339" w:rsidP="00B96339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>Come prepared with your notebook, pencil, homework, etc.</w:t>
            </w:r>
            <w:r w:rsidR="00BE454C">
              <w:rPr>
                <w:sz w:val="24"/>
              </w:rPr>
              <w:t>(Prepared)</w:t>
            </w:r>
          </w:p>
          <w:p w14:paraId="15E985B2" w14:textId="16FAF9E5" w:rsidR="00B96339" w:rsidRDefault="00B96339" w:rsidP="00B96339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>No food or drinks. Capped water that is spill proof is o.k.</w:t>
            </w:r>
          </w:p>
          <w:p w14:paraId="26F3E636" w14:textId="1CCD9DA2" w:rsidR="00B96339" w:rsidRDefault="00B96339" w:rsidP="00B96339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 xml:space="preserve">No electronics except </w:t>
            </w:r>
            <w:r w:rsidR="009B2243">
              <w:rPr>
                <w:sz w:val="24"/>
              </w:rPr>
              <w:t xml:space="preserve">the </w:t>
            </w:r>
            <w:r>
              <w:rPr>
                <w:sz w:val="24"/>
              </w:rPr>
              <w:t xml:space="preserve">laptops, student response systems, and iPads </w:t>
            </w:r>
            <w:r w:rsidR="009B2243">
              <w:rPr>
                <w:sz w:val="24"/>
              </w:rPr>
              <w:t>provided for a lesson</w:t>
            </w:r>
            <w:r>
              <w:rPr>
                <w:sz w:val="24"/>
              </w:rPr>
              <w:t>.</w:t>
            </w:r>
          </w:p>
          <w:p w14:paraId="012C4BFC" w14:textId="1725207A" w:rsidR="00B96339" w:rsidRDefault="00B96339" w:rsidP="00B96339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 xml:space="preserve">Restroom needs should be taken care of in homeroom and </w:t>
            </w:r>
            <w:r w:rsidR="009B2243">
              <w:rPr>
                <w:sz w:val="24"/>
              </w:rPr>
              <w:t xml:space="preserve">at </w:t>
            </w:r>
            <w:r>
              <w:rPr>
                <w:sz w:val="24"/>
              </w:rPr>
              <w:t xml:space="preserve">lunch time.  </w:t>
            </w:r>
          </w:p>
          <w:p w14:paraId="0F0D4C07" w14:textId="57EC9273" w:rsidR="00B96339" w:rsidRDefault="00B96339" w:rsidP="00B96339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>Stay on task, have a positive attitude, and do the best you can</w:t>
            </w:r>
            <w:r w:rsidR="00BE454C">
              <w:rPr>
                <w:sz w:val="24"/>
              </w:rPr>
              <w:t xml:space="preserve"> (Productive and </w:t>
            </w:r>
            <w:bookmarkStart w:id="2" w:name="_GoBack"/>
            <w:bookmarkEnd w:id="2"/>
            <w:r w:rsidR="00BE454C">
              <w:rPr>
                <w:sz w:val="24"/>
              </w:rPr>
              <w:t>Positive)</w:t>
            </w:r>
            <w:r>
              <w:rPr>
                <w:sz w:val="24"/>
              </w:rPr>
              <w:t>.</w:t>
            </w:r>
          </w:p>
          <w:p w14:paraId="50CF8546" w14:textId="579B4993" w:rsidR="00B96339" w:rsidRPr="00B96339" w:rsidRDefault="00B96339" w:rsidP="00BE454C">
            <w:pPr>
              <w:pStyle w:val="ListParagraph"/>
              <w:rPr>
                <w:sz w:val="24"/>
              </w:rPr>
            </w:pPr>
          </w:p>
          <w:p w14:paraId="2E9FADD1" w14:textId="77777777" w:rsidR="00B96339" w:rsidRPr="00B96339" w:rsidRDefault="00B96339" w:rsidP="00B96339">
            <w:pPr>
              <w:rPr>
                <w:sz w:val="24"/>
              </w:rPr>
            </w:pPr>
          </w:p>
          <w:p w14:paraId="5971BC0B" w14:textId="77777777" w:rsidR="0088130F" w:rsidRPr="0019037C" w:rsidRDefault="0088130F" w:rsidP="00CB0C8A">
            <w:pPr>
              <w:pStyle w:val="Heading1"/>
              <w:rPr>
                <w:sz w:val="32"/>
                <w:szCs w:val="32"/>
              </w:rPr>
            </w:pPr>
          </w:p>
        </w:tc>
        <w:tc>
          <w:tcPr>
            <w:tcW w:w="74" w:type="pct"/>
          </w:tcPr>
          <w:p w14:paraId="7B47CC35" w14:textId="77777777" w:rsidR="0088130F" w:rsidRDefault="0088130F" w:rsidP="00CB0C8A"/>
        </w:tc>
        <w:tc>
          <w:tcPr>
            <w:tcW w:w="1261" w:type="pct"/>
          </w:tcPr>
          <w:p w14:paraId="0C7201C5" w14:textId="77777777" w:rsidR="0088130F" w:rsidRPr="0019037C" w:rsidRDefault="0088130F" w:rsidP="00CB0C8A">
            <w:pPr>
              <w:pStyle w:val="Heading2"/>
              <w:rPr>
                <w:sz w:val="32"/>
                <w:szCs w:val="32"/>
              </w:rPr>
            </w:pPr>
          </w:p>
        </w:tc>
      </w:tr>
    </w:tbl>
    <w:p w14:paraId="6FB5D7A9" w14:textId="34814942" w:rsidR="0055491E" w:rsidRPr="0055491E" w:rsidRDefault="0055491E" w:rsidP="0055491E">
      <w:pPr>
        <w:pStyle w:val="NoSpacing"/>
      </w:pPr>
    </w:p>
    <w:bookmarkEnd w:id="1"/>
    <w:p w14:paraId="2E1F7125" w14:textId="77777777" w:rsidR="00416259" w:rsidRDefault="00416259"/>
    <w:sectPr w:rsidR="00416259" w:rsidSect="00416259">
      <w:footerReference w:type="default" r:id="rId8"/>
      <w:pgSz w:w="12240" w:h="15840" w:code="1"/>
      <w:pgMar w:top="576" w:right="576" w:bottom="1440" w:left="576" w:header="576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DC0246" w14:textId="77777777" w:rsidR="00495A06" w:rsidRDefault="00495A06">
      <w:pPr>
        <w:spacing w:after="0" w:line="240" w:lineRule="auto"/>
      </w:pPr>
      <w:r>
        <w:separator/>
      </w:r>
    </w:p>
  </w:endnote>
  <w:endnote w:type="continuationSeparator" w:id="0">
    <w:p w14:paraId="0A44EA16" w14:textId="77777777" w:rsidR="00495A06" w:rsidRDefault="00495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7234"/>
      <w:gridCol w:w="236"/>
      <w:gridCol w:w="3834"/>
    </w:tblGrid>
    <w:tr w:rsidR="00495A06" w14:paraId="3491B9B6" w14:textId="77777777" w:rsidTr="00416259">
      <w:tc>
        <w:tcPr>
          <w:tcW w:w="3200" w:type="pct"/>
          <w:shd w:val="clear" w:color="auto" w:fill="983620" w:themeFill="accent2"/>
        </w:tcPr>
        <w:p w14:paraId="5780A070" w14:textId="77777777" w:rsidR="00495A06" w:rsidRDefault="00495A06" w:rsidP="00416259">
          <w:pPr>
            <w:pStyle w:val="NoSpacing"/>
          </w:pPr>
        </w:p>
      </w:tc>
      <w:tc>
        <w:tcPr>
          <w:tcW w:w="104" w:type="pct"/>
        </w:tcPr>
        <w:p w14:paraId="7C97BBC8" w14:textId="77777777" w:rsidR="00495A06" w:rsidRDefault="00495A06" w:rsidP="00416259">
          <w:pPr>
            <w:pStyle w:val="NoSpacing"/>
          </w:pPr>
        </w:p>
      </w:tc>
      <w:tc>
        <w:tcPr>
          <w:tcW w:w="1700" w:type="pct"/>
          <w:shd w:val="clear" w:color="auto" w:fill="7F7F7F" w:themeFill="text1" w:themeFillTint="80"/>
        </w:tcPr>
        <w:p w14:paraId="640BD25A" w14:textId="77777777" w:rsidR="00495A06" w:rsidRDefault="00495A06" w:rsidP="00416259">
          <w:pPr>
            <w:pStyle w:val="NoSpacing"/>
          </w:pPr>
        </w:p>
      </w:tc>
    </w:tr>
    <w:tr w:rsidR="00495A06" w14:paraId="038A2988" w14:textId="77777777" w:rsidTr="00416259">
      <w:tc>
        <w:tcPr>
          <w:tcW w:w="3200" w:type="pct"/>
          <w:vAlign w:val="bottom"/>
        </w:tcPr>
        <w:sdt>
          <w:sdtPr>
            <w:alias w:val="Subtitle"/>
            <w:tag w:val=""/>
            <w:id w:val="-583303468"/>
            <w:placeholder>
              <w:docPart w:val="43152A57D7E7C3409ED8943FA6C573E1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 w:multiLine="1"/>
          </w:sdtPr>
          <w:sdtContent>
            <w:p w14:paraId="558E4DFD" w14:textId="77777777" w:rsidR="00495A06" w:rsidRPr="0055491E" w:rsidRDefault="00495A06" w:rsidP="00416259">
              <w:pPr>
                <w:pStyle w:val="Footer"/>
                <w:rPr>
                  <w:color w:val="404040" w:themeColor="text1" w:themeTint="BF"/>
                </w:rPr>
              </w:pPr>
              <w:r>
                <w:t>Mr. Echevarría</w:t>
              </w:r>
            </w:p>
          </w:sdtContent>
        </w:sdt>
      </w:tc>
      <w:tc>
        <w:tcPr>
          <w:tcW w:w="104" w:type="pct"/>
          <w:vAlign w:val="bottom"/>
        </w:tcPr>
        <w:p w14:paraId="4F52B8B4" w14:textId="77777777" w:rsidR="00495A06" w:rsidRDefault="00495A06" w:rsidP="00416259">
          <w:pPr>
            <w:pStyle w:val="Footer"/>
          </w:pPr>
        </w:p>
      </w:tc>
      <w:tc>
        <w:tcPr>
          <w:tcW w:w="1700" w:type="pct"/>
          <w:vAlign w:val="bottom"/>
        </w:tcPr>
        <w:p w14:paraId="3384AA68" w14:textId="77777777" w:rsidR="00495A06" w:rsidRDefault="00495A06" w:rsidP="00416259">
          <w:pPr>
            <w:pStyle w:val="Footer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BE454C">
            <w:rPr>
              <w:noProof/>
            </w:rPr>
            <w:t>1</w:t>
          </w:r>
          <w:r>
            <w:fldChar w:fldCharType="end"/>
          </w:r>
        </w:p>
      </w:tc>
    </w:tr>
  </w:tbl>
  <w:p w14:paraId="66680066" w14:textId="77777777" w:rsidR="00495A06" w:rsidRDefault="00495A06" w:rsidP="00D407E0">
    <w:pPr>
      <w:pStyle w:val="NoSpacing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5FD5F" w14:textId="77777777" w:rsidR="00495A06" w:rsidRDefault="00495A06">
      <w:pPr>
        <w:spacing w:after="0" w:line="240" w:lineRule="auto"/>
      </w:pPr>
      <w:r>
        <w:separator/>
      </w:r>
    </w:p>
  </w:footnote>
  <w:footnote w:type="continuationSeparator" w:id="0">
    <w:p w14:paraId="4EE16EFD" w14:textId="77777777" w:rsidR="00495A06" w:rsidRDefault="00495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>
    <w:nsid w:val="FFFFFF88"/>
    <w:multiLevelType w:val="singleLevel"/>
    <w:tmpl w:val="EE2E0A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>
    <w:nsid w:val="FFFFFF89"/>
    <w:multiLevelType w:val="singleLevel"/>
    <w:tmpl w:val="89448806"/>
    <w:lvl w:ilvl="0">
      <w:start w:val="1"/>
      <w:numFmt w:val="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983620" w:themeColor="accent2"/>
      </w:rPr>
    </w:lvl>
  </w:abstractNum>
  <w:abstractNum w:abstractNumId="3">
    <w:nsid w:val="0FA25A14"/>
    <w:multiLevelType w:val="hybridMultilevel"/>
    <w:tmpl w:val="EC480B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8C2B2F"/>
    <w:multiLevelType w:val="hybridMultilevel"/>
    <w:tmpl w:val="A57653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1430A"/>
    <w:multiLevelType w:val="hybridMultilevel"/>
    <w:tmpl w:val="28D02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F271F6"/>
    <w:multiLevelType w:val="hybridMultilevel"/>
    <w:tmpl w:val="66C05A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E2F84"/>
    <w:multiLevelType w:val="hybridMultilevel"/>
    <w:tmpl w:val="54A22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A72BE8"/>
    <w:multiLevelType w:val="hybridMultilevel"/>
    <w:tmpl w:val="5D4A4E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7B3166F"/>
    <w:multiLevelType w:val="hybridMultilevel"/>
    <w:tmpl w:val="A906D3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EC2784"/>
    <w:multiLevelType w:val="hybridMultilevel"/>
    <w:tmpl w:val="C0749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E07D9D"/>
    <w:multiLevelType w:val="hybridMultilevel"/>
    <w:tmpl w:val="955687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9"/>
  </w:num>
  <w:num w:numId="10">
    <w:abstractNumId w:val="4"/>
  </w:num>
  <w:num w:numId="11">
    <w:abstractNumId w:val="5"/>
  </w:num>
  <w:num w:numId="12">
    <w:abstractNumId w:val="7"/>
  </w:num>
  <w:num w:numId="13">
    <w:abstractNumId w:val="6"/>
  </w:num>
  <w:num w:numId="14">
    <w:abstractNumId w:val="8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B6A"/>
    <w:rsid w:val="00062EFE"/>
    <w:rsid w:val="000F2EF3"/>
    <w:rsid w:val="00165340"/>
    <w:rsid w:val="0019037C"/>
    <w:rsid w:val="00194F1D"/>
    <w:rsid w:val="001B0AD3"/>
    <w:rsid w:val="001E0AF0"/>
    <w:rsid w:val="0026113B"/>
    <w:rsid w:val="00294E22"/>
    <w:rsid w:val="002E669E"/>
    <w:rsid w:val="00416259"/>
    <w:rsid w:val="00495A06"/>
    <w:rsid w:val="0055491E"/>
    <w:rsid w:val="005B6711"/>
    <w:rsid w:val="005D7DE6"/>
    <w:rsid w:val="006103BD"/>
    <w:rsid w:val="00640151"/>
    <w:rsid w:val="006E2D2B"/>
    <w:rsid w:val="0072397C"/>
    <w:rsid w:val="007D172C"/>
    <w:rsid w:val="0088130F"/>
    <w:rsid w:val="008826FB"/>
    <w:rsid w:val="008C2A28"/>
    <w:rsid w:val="008C4950"/>
    <w:rsid w:val="00935BA7"/>
    <w:rsid w:val="00950F7E"/>
    <w:rsid w:val="009763B8"/>
    <w:rsid w:val="009B2243"/>
    <w:rsid w:val="009F709B"/>
    <w:rsid w:val="00B96339"/>
    <w:rsid w:val="00BE454C"/>
    <w:rsid w:val="00CB0C8A"/>
    <w:rsid w:val="00CB4D87"/>
    <w:rsid w:val="00CB7858"/>
    <w:rsid w:val="00CC31F5"/>
    <w:rsid w:val="00D40758"/>
    <w:rsid w:val="00D407E0"/>
    <w:rsid w:val="00D50B6A"/>
    <w:rsid w:val="00D64711"/>
    <w:rsid w:val="00DB77A7"/>
    <w:rsid w:val="00E84E02"/>
    <w:rsid w:val="00EC57D1"/>
    <w:rsid w:val="00EC6DFE"/>
    <w:rsid w:val="00F12BF2"/>
    <w:rsid w:val="00F445ED"/>
    <w:rsid w:val="00F73F39"/>
    <w:rsid w:val="00FB097F"/>
    <w:rsid w:val="00FE3014"/>
    <w:rsid w:val="00FE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EAA6F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9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Date" w:uiPriority="1" w:qFormat="1"/>
    <w:lsdException w:name="Block Text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259"/>
    <w:rPr>
      <w:color w:val="404040" w:themeColor="text1" w:themeTint="BF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F709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9F709B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F709B"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9F7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9F70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9F70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9F70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9F70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9F709B"/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F709B"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F709B"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F709B"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9B"/>
    <w:rPr>
      <w:rFonts w:ascii="Tahoma" w:eastAsiaTheme="minorEastAsia" w:hAnsi="Tahoma" w:cs="Tahoma"/>
      <w:color w:val="404040" w:themeColor="text1" w:themeTint="BF"/>
      <w:sz w:val="16"/>
      <w:szCs w:val="16"/>
    </w:rPr>
  </w:style>
  <w:style w:type="paragraph" w:styleId="BlockText">
    <w:name w:val="Block Text"/>
    <w:basedOn w:val="Normal"/>
    <w:uiPriority w:val="1"/>
    <w:unhideWhenUsed/>
    <w:qFormat/>
    <w:rsid w:val="009F709B"/>
    <w:pPr>
      <w:spacing w:after="0"/>
      <w:ind w:right="360"/>
    </w:pPr>
    <w:rPr>
      <w:iCs/>
      <w:color w:val="7F7F7F" w:themeColor="text1" w:themeTint="80"/>
    </w:rPr>
  </w:style>
  <w:style w:type="paragraph" w:styleId="Caption">
    <w:name w:val="caption"/>
    <w:basedOn w:val="Normal"/>
    <w:next w:val="Normal"/>
    <w:uiPriority w:val="1"/>
    <w:rsid w:val="009F709B"/>
    <w:pPr>
      <w:spacing w:line="240" w:lineRule="auto"/>
      <w:jc w:val="center"/>
    </w:pPr>
    <w:rPr>
      <w:bCs/>
      <w:i/>
      <w:sz w:val="18"/>
      <w:szCs w:val="18"/>
    </w:rPr>
  </w:style>
  <w:style w:type="paragraph" w:customStyle="1" w:styleId="ContactDetails">
    <w:name w:val="Contact Details"/>
    <w:basedOn w:val="Normal"/>
    <w:uiPriority w:val="1"/>
    <w:qFormat/>
    <w:rsid w:val="009F709B"/>
    <w:pPr>
      <w:spacing w:after="120"/>
    </w:pPr>
    <w:rPr>
      <w:color w:val="7F7F7F" w:themeColor="text1" w:themeTint="80"/>
      <w:sz w:val="18"/>
    </w:rPr>
  </w:style>
  <w:style w:type="paragraph" w:styleId="Date">
    <w:name w:val="Date"/>
    <w:basedOn w:val="Normal"/>
    <w:next w:val="Normal"/>
    <w:link w:val="DateChar"/>
    <w:uiPriority w:val="1"/>
    <w:qFormat/>
    <w:rsid w:val="009F709B"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9F709B"/>
    <w:rPr>
      <w:b/>
      <w:color w:val="7F7F7F" w:themeColor="text1" w:themeTint="80"/>
      <w:sz w:val="18"/>
      <w:szCs w:val="24"/>
    </w:rPr>
  </w:style>
  <w:style w:type="paragraph" w:styleId="Footer">
    <w:name w:val="footer"/>
    <w:basedOn w:val="Normal"/>
    <w:link w:val="FooterChar"/>
    <w:uiPriority w:val="99"/>
    <w:rsid w:val="009F709B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9F709B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ooter"/>
    <w:uiPriority w:val="99"/>
    <w:rsid w:val="009F709B"/>
    <w:pPr>
      <w:jc w:val="right"/>
    </w:pPr>
  </w:style>
  <w:style w:type="paragraph" w:styleId="Header">
    <w:name w:val="header"/>
    <w:basedOn w:val="Normal"/>
    <w:link w:val="HeaderChar"/>
    <w:uiPriority w:val="99"/>
    <w:rsid w:val="009F709B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9F709B"/>
    <w:rPr>
      <w:color w:val="595959" w:themeColor="text1" w:themeTint="A6"/>
      <w:sz w:val="20"/>
      <w:szCs w:val="24"/>
    </w:rPr>
  </w:style>
  <w:style w:type="paragraph" w:styleId="ListBullet">
    <w:name w:val="List Bullet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ListNumber">
    <w:name w:val="List Number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NoSpacing">
    <w:name w:val="No Spacing"/>
    <w:uiPriority w:val="1"/>
    <w:rsid w:val="009F709B"/>
    <w:pPr>
      <w:spacing w:after="0" w:line="240" w:lineRule="auto"/>
    </w:pPr>
    <w:rPr>
      <w:sz w:val="5"/>
      <w:szCs w:val="24"/>
    </w:rPr>
  </w:style>
  <w:style w:type="character" w:styleId="PlaceholderText">
    <w:name w:val="Placeholder Text"/>
    <w:basedOn w:val="DefaultParagraphFont"/>
    <w:uiPriority w:val="99"/>
    <w:semiHidden/>
    <w:rsid w:val="009F709B"/>
    <w:rPr>
      <w:color w:val="808080"/>
    </w:rPr>
  </w:style>
  <w:style w:type="paragraph" w:styleId="Subtitle">
    <w:name w:val="Subtitle"/>
    <w:basedOn w:val="Normal"/>
    <w:next w:val="Normal"/>
    <w:link w:val="SubtitleChar"/>
    <w:uiPriority w:val="1"/>
    <w:qFormat/>
    <w:rsid w:val="009F709B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1"/>
    <w:rsid w:val="00416259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leGrid">
    <w:name w:val="Table Grid"/>
    <w:basedOn w:val="TableNormal"/>
    <w:uiPriority w:val="59"/>
    <w:rsid w:val="009F709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9F709B"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416259"/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paragraph" w:styleId="ListBullet2">
    <w:name w:val="List Bullet 2"/>
    <w:basedOn w:val="BlockText"/>
    <w:uiPriority w:val="1"/>
    <w:unhideWhenUsed/>
    <w:qFormat/>
    <w:rsid w:val="00194F1D"/>
    <w:pPr>
      <w:numPr>
        <w:numId w:val="7"/>
      </w:numPr>
      <w:spacing w:after="40"/>
    </w:pPr>
  </w:style>
  <w:style w:type="paragraph" w:styleId="ListParagraph">
    <w:name w:val="List Paragraph"/>
    <w:basedOn w:val="Normal"/>
    <w:uiPriority w:val="34"/>
    <w:unhideWhenUsed/>
    <w:qFormat/>
    <w:rsid w:val="00D50B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9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Date" w:uiPriority="1" w:qFormat="1"/>
    <w:lsdException w:name="Block Text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259"/>
    <w:rPr>
      <w:color w:val="404040" w:themeColor="text1" w:themeTint="BF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F709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9F709B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F709B"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9F7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9F70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9F70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9F70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9F70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9F709B"/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F709B"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F709B"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F709B"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9B"/>
    <w:rPr>
      <w:rFonts w:ascii="Tahoma" w:eastAsiaTheme="minorEastAsia" w:hAnsi="Tahoma" w:cs="Tahoma"/>
      <w:color w:val="404040" w:themeColor="text1" w:themeTint="BF"/>
      <w:sz w:val="16"/>
      <w:szCs w:val="16"/>
    </w:rPr>
  </w:style>
  <w:style w:type="paragraph" w:styleId="BlockText">
    <w:name w:val="Block Text"/>
    <w:basedOn w:val="Normal"/>
    <w:uiPriority w:val="1"/>
    <w:unhideWhenUsed/>
    <w:qFormat/>
    <w:rsid w:val="009F709B"/>
    <w:pPr>
      <w:spacing w:after="0"/>
      <w:ind w:right="360"/>
    </w:pPr>
    <w:rPr>
      <w:iCs/>
      <w:color w:val="7F7F7F" w:themeColor="text1" w:themeTint="80"/>
    </w:rPr>
  </w:style>
  <w:style w:type="paragraph" w:styleId="Caption">
    <w:name w:val="caption"/>
    <w:basedOn w:val="Normal"/>
    <w:next w:val="Normal"/>
    <w:uiPriority w:val="1"/>
    <w:rsid w:val="009F709B"/>
    <w:pPr>
      <w:spacing w:line="240" w:lineRule="auto"/>
      <w:jc w:val="center"/>
    </w:pPr>
    <w:rPr>
      <w:bCs/>
      <w:i/>
      <w:sz w:val="18"/>
      <w:szCs w:val="18"/>
    </w:rPr>
  </w:style>
  <w:style w:type="paragraph" w:customStyle="1" w:styleId="ContactDetails">
    <w:name w:val="Contact Details"/>
    <w:basedOn w:val="Normal"/>
    <w:uiPriority w:val="1"/>
    <w:qFormat/>
    <w:rsid w:val="009F709B"/>
    <w:pPr>
      <w:spacing w:after="120"/>
    </w:pPr>
    <w:rPr>
      <w:color w:val="7F7F7F" w:themeColor="text1" w:themeTint="80"/>
      <w:sz w:val="18"/>
    </w:rPr>
  </w:style>
  <w:style w:type="paragraph" w:styleId="Date">
    <w:name w:val="Date"/>
    <w:basedOn w:val="Normal"/>
    <w:next w:val="Normal"/>
    <w:link w:val="DateChar"/>
    <w:uiPriority w:val="1"/>
    <w:qFormat/>
    <w:rsid w:val="009F709B"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9F709B"/>
    <w:rPr>
      <w:b/>
      <w:color w:val="7F7F7F" w:themeColor="text1" w:themeTint="80"/>
      <w:sz w:val="18"/>
      <w:szCs w:val="24"/>
    </w:rPr>
  </w:style>
  <w:style w:type="paragraph" w:styleId="Footer">
    <w:name w:val="footer"/>
    <w:basedOn w:val="Normal"/>
    <w:link w:val="FooterChar"/>
    <w:uiPriority w:val="99"/>
    <w:rsid w:val="009F709B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9F709B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ooter"/>
    <w:uiPriority w:val="99"/>
    <w:rsid w:val="009F709B"/>
    <w:pPr>
      <w:jc w:val="right"/>
    </w:pPr>
  </w:style>
  <w:style w:type="paragraph" w:styleId="Header">
    <w:name w:val="header"/>
    <w:basedOn w:val="Normal"/>
    <w:link w:val="HeaderChar"/>
    <w:uiPriority w:val="99"/>
    <w:rsid w:val="009F709B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9F709B"/>
    <w:rPr>
      <w:color w:val="595959" w:themeColor="text1" w:themeTint="A6"/>
      <w:sz w:val="20"/>
      <w:szCs w:val="24"/>
    </w:rPr>
  </w:style>
  <w:style w:type="paragraph" w:styleId="ListBullet">
    <w:name w:val="List Bullet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ListNumber">
    <w:name w:val="List Number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NoSpacing">
    <w:name w:val="No Spacing"/>
    <w:uiPriority w:val="1"/>
    <w:rsid w:val="009F709B"/>
    <w:pPr>
      <w:spacing w:after="0" w:line="240" w:lineRule="auto"/>
    </w:pPr>
    <w:rPr>
      <w:sz w:val="5"/>
      <w:szCs w:val="24"/>
    </w:rPr>
  </w:style>
  <w:style w:type="character" w:styleId="PlaceholderText">
    <w:name w:val="Placeholder Text"/>
    <w:basedOn w:val="DefaultParagraphFont"/>
    <w:uiPriority w:val="99"/>
    <w:semiHidden/>
    <w:rsid w:val="009F709B"/>
    <w:rPr>
      <w:color w:val="808080"/>
    </w:rPr>
  </w:style>
  <w:style w:type="paragraph" w:styleId="Subtitle">
    <w:name w:val="Subtitle"/>
    <w:basedOn w:val="Normal"/>
    <w:next w:val="Normal"/>
    <w:link w:val="SubtitleChar"/>
    <w:uiPriority w:val="1"/>
    <w:qFormat/>
    <w:rsid w:val="009F709B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1"/>
    <w:rsid w:val="00416259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leGrid">
    <w:name w:val="Table Grid"/>
    <w:basedOn w:val="TableNormal"/>
    <w:uiPriority w:val="59"/>
    <w:rsid w:val="009F709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9F709B"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416259"/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paragraph" w:styleId="ListBullet2">
    <w:name w:val="List Bullet 2"/>
    <w:basedOn w:val="BlockText"/>
    <w:uiPriority w:val="1"/>
    <w:unhideWhenUsed/>
    <w:qFormat/>
    <w:rsid w:val="00194F1D"/>
    <w:pPr>
      <w:numPr>
        <w:numId w:val="7"/>
      </w:numPr>
      <w:spacing w:after="40"/>
    </w:pPr>
  </w:style>
  <w:style w:type="paragraph" w:styleId="ListParagraph">
    <w:name w:val="List Paragraph"/>
    <w:basedOn w:val="Normal"/>
    <w:uiPriority w:val="34"/>
    <w:unhideWhenUsed/>
    <w:qFormat/>
    <w:rsid w:val="00D50B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Miscellaneous:Syllab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FB358E3DA4EE048BE1FB20240EEC4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27A8C-52DD-5245-A258-79888F6D4DE9}"/>
      </w:docPartPr>
      <w:docPartBody>
        <w:p w:rsidR="00BD1B49" w:rsidRDefault="00BD1B49">
          <w:pPr>
            <w:pStyle w:val="AFB358E3DA4EE048BE1FB20240EEC40A"/>
          </w:pPr>
          <w:r>
            <w:t>CS200</w:t>
          </w:r>
        </w:p>
      </w:docPartBody>
    </w:docPart>
    <w:docPart>
      <w:docPartPr>
        <w:name w:val="7E6315F0A8707C4FBAB498AD9BD826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359D5-AD97-2E4B-AC6A-8D3A3B56F11F}"/>
      </w:docPartPr>
      <w:docPartBody>
        <w:p w:rsidR="00BD1B49" w:rsidRDefault="00BD1B49">
          <w:pPr>
            <w:pStyle w:val="7E6315F0A8707C4FBAB498AD9BD82664"/>
          </w:pPr>
          <w:r w:rsidRPr="0081155A">
            <w:t>Course Name</w:t>
          </w:r>
        </w:p>
      </w:docPartBody>
    </w:docPart>
    <w:docPart>
      <w:docPartPr>
        <w:name w:val="43152A57D7E7C3409ED8943FA6C57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2ECAD-AE83-C04D-BE4D-747BDB9B5131}"/>
      </w:docPartPr>
      <w:docPartBody>
        <w:p w:rsidR="00BD1B49" w:rsidRDefault="00BD1B49">
          <w:pPr>
            <w:pStyle w:val="43152A57D7E7C3409ED8943FA6C573E1"/>
          </w:pPr>
          <w:r w:rsidRPr="0081155A">
            <w:t>Course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>
    <w:nsid w:val="FFFFFF88"/>
    <w:multiLevelType w:val="singleLevel"/>
    <w:tmpl w:val="EE2E0A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>
    <w:nsid w:val="FFFFFF89"/>
    <w:multiLevelType w:val="singleLevel"/>
    <w:tmpl w:val="89448806"/>
    <w:lvl w:ilvl="0">
      <w:start w:val="1"/>
      <w:numFmt w:val="bullet"/>
      <w:pStyle w:val="List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504D" w:themeColor="accent2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49"/>
    <w:rsid w:val="00942509"/>
    <w:rsid w:val="00A44B5C"/>
    <w:rsid w:val="00BD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B358E3DA4EE048BE1FB20240EEC40A">
    <w:name w:val="AFB358E3DA4EE048BE1FB20240EEC40A"/>
  </w:style>
  <w:style w:type="paragraph" w:customStyle="1" w:styleId="7E6315F0A8707C4FBAB498AD9BD82664">
    <w:name w:val="7E6315F0A8707C4FBAB498AD9BD82664"/>
  </w:style>
  <w:style w:type="paragraph" w:customStyle="1" w:styleId="FF9E6513BFDF3945B279B4C87700C7AB">
    <w:name w:val="FF9E6513BFDF3945B279B4C87700C7AB"/>
  </w:style>
  <w:style w:type="paragraph" w:styleId="ListBullet">
    <w:name w:val="List Bullet"/>
    <w:basedOn w:val="Normal"/>
    <w:uiPriority w:val="1"/>
    <w:qFormat/>
    <w:pPr>
      <w:numPr>
        <w:numId w:val="1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19E752897D72274A92F1D1A257E1FF2D">
    <w:name w:val="19E752897D72274A92F1D1A257E1FF2D"/>
  </w:style>
  <w:style w:type="paragraph" w:styleId="ListNumber">
    <w:name w:val="List Number"/>
    <w:basedOn w:val="Normal"/>
    <w:uiPriority w:val="1"/>
    <w:qFormat/>
    <w:pPr>
      <w:numPr>
        <w:numId w:val="2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89A49CFB9A72E042A01C9875D880825C">
    <w:name w:val="89A49CFB9A72E042A01C9875D880825C"/>
  </w:style>
  <w:style w:type="paragraph" w:customStyle="1" w:styleId="AFCE837AA093CE44A5BF302CD2E3DDB2">
    <w:name w:val="AFCE837AA093CE44A5BF302CD2E3DDB2"/>
  </w:style>
  <w:style w:type="paragraph" w:styleId="BlockText">
    <w:name w:val="Block Text"/>
    <w:basedOn w:val="Normal"/>
    <w:uiPriority w:val="1"/>
    <w:unhideWhenUsed/>
    <w:qFormat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pPr>
      <w:numPr>
        <w:numId w:val="3"/>
      </w:numPr>
      <w:spacing w:after="40"/>
    </w:pPr>
  </w:style>
  <w:style w:type="paragraph" w:customStyle="1" w:styleId="6A54C333D77DD74EA8E338F080AD7817">
    <w:name w:val="6A54C333D77DD74EA8E338F080AD7817"/>
  </w:style>
  <w:style w:type="paragraph" w:customStyle="1" w:styleId="3421BDC828DBAA49A71AA759BF88F498">
    <w:name w:val="3421BDC828DBAA49A71AA759BF88F498"/>
  </w:style>
  <w:style w:type="paragraph" w:customStyle="1" w:styleId="408AE3EE74B5404EACDECEB2B4FA77E0">
    <w:name w:val="408AE3EE74B5404EACDECEB2B4FA77E0"/>
  </w:style>
  <w:style w:type="paragraph" w:customStyle="1" w:styleId="9FB46B8BACA1614196F0A660E6194F8D">
    <w:name w:val="9FB46B8BACA1614196F0A660E6194F8D"/>
  </w:style>
  <w:style w:type="paragraph" w:customStyle="1" w:styleId="43152A57D7E7C3409ED8943FA6C573E1">
    <w:name w:val="43152A57D7E7C3409ED8943FA6C573E1"/>
  </w:style>
  <w:style w:type="paragraph" w:customStyle="1" w:styleId="94435A2E8116024A9F371B99347C44F6">
    <w:name w:val="94435A2E8116024A9F371B99347C44F6"/>
    <w:rsid w:val="00BD1B49"/>
  </w:style>
  <w:style w:type="paragraph" w:customStyle="1" w:styleId="63C8F78EFAFE7347BD7F1DBFAF78ACBB">
    <w:name w:val="63C8F78EFAFE7347BD7F1DBFAF78ACBB"/>
    <w:rsid w:val="00BD1B49"/>
  </w:style>
  <w:style w:type="paragraph" w:customStyle="1" w:styleId="B3FA572CB02CA54A8D9FCF66C170D180">
    <w:name w:val="B3FA572CB02CA54A8D9FCF66C170D180"/>
    <w:rsid w:val="00BD1B49"/>
  </w:style>
  <w:style w:type="paragraph" w:customStyle="1" w:styleId="74A2C2D83A922541865394EAEBF828A9">
    <w:name w:val="74A2C2D83A922541865394EAEBF828A9"/>
    <w:rsid w:val="00BD1B49"/>
  </w:style>
  <w:style w:type="paragraph" w:customStyle="1" w:styleId="6659E7D79EFBC8489E2A95EC931A1A51">
    <w:name w:val="6659E7D79EFBC8489E2A95EC931A1A51"/>
    <w:rsid w:val="00BD1B49"/>
  </w:style>
  <w:style w:type="paragraph" w:customStyle="1" w:styleId="580B831A6E36994BABB4D80B15B7A7A1">
    <w:name w:val="580B831A6E36994BABB4D80B15B7A7A1"/>
    <w:rsid w:val="00BD1B49"/>
  </w:style>
  <w:style w:type="paragraph" w:customStyle="1" w:styleId="C752D53021809541AD04278C52B06545">
    <w:name w:val="C752D53021809541AD04278C52B06545"/>
    <w:rsid w:val="00BD1B49"/>
  </w:style>
  <w:style w:type="paragraph" w:customStyle="1" w:styleId="7674AB33973B464C9EF4A946D35AF5DA">
    <w:name w:val="7674AB33973B464C9EF4A946D35AF5DA"/>
    <w:rsid w:val="00BD1B49"/>
  </w:style>
  <w:style w:type="paragraph" w:customStyle="1" w:styleId="5E405E9B8AD63540AB14BA4380DB485D">
    <w:name w:val="5E405E9B8AD63540AB14BA4380DB485D"/>
    <w:rsid w:val="00BD1B4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B358E3DA4EE048BE1FB20240EEC40A">
    <w:name w:val="AFB358E3DA4EE048BE1FB20240EEC40A"/>
  </w:style>
  <w:style w:type="paragraph" w:customStyle="1" w:styleId="7E6315F0A8707C4FBAB498AD9BD82664">
    <w:name w:val="7E6315F0A8707C4FBAB498AD9BD82664"/>
  </w:style>
  <w:style w:type="paragraph" w:customStyle="1" w:styleId="FF9E6513BFDF3945B279B4C87700C7AB">
    <w:name w:val="FF9E6513BFDF3945B279B4C87700C7AB"/>
  </w:style>
  <w:style w:type="paragraph" w:styleId="ListBullet">
    <w:name w:val="List Bullet"/>
    <w:basedOn w:val="Normal"/>
    <w:uiPriority w:val="1"/>
    <w:qFormat/>
    <w:pPr>
      <w:numPr>
        <w:numId w:val="1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19E752897D72274A92F1D1A257E1FF2D">
    <w:name w:val="19E752897D72274A92F1D1A257E1FF2D"/>
  </w:style>
  <w:style w:type="paragraph" w:styleId="ListNumber">
    <w:name w:val="List Number"/>
    <w:basedOn w:val="Normal"/>
    <w:uiPriority w:val="1"/>
    <w:qFormat/>
    <w:pPr>
      <w:numPr>
        <w:numId w:val="2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89A49CFB9A72E042A01C9875D880825C">
    <w:name w:val="89A49CFB9A72E042A01C9875D880825C"/>
  </w:style>
  <w:style w:type="paragraph" w:customStyle="1" w:styleId="AFCE837AA093CE44A5BF302CD2E3DDB2">
    <w:name w:val="AFCE837AA093CE44A5BF302CD2E3DDB2"/>
  </w:style>
  <w:style w:type="paragraph" w:styleId="BlockText">
    <w:name w:val="Block Text"/>
    <w:basedOn w:val="Normal"/>
    <w:uiPriority w:val="1"/>
    <w:unhideWhenUsed/>
    <w:qFormat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pPr>
      <w:numPr>
        <w:numId w:val="3"/>
      </w:numPr>
      <w:spacing w:after="40"/>
    </w:pPr>
  </w:style>
  <w:style w:type="paragraph" w:customStyle="1" w:styleId="6A54C333D77DD74EA8E338F080AD7817">
    <w:name w:val="6A54C333D77DD74EA8E338F080AD7817"/>
  </w:style>
  <w:style w:type="paragraph" w:customStyle="1" w:styleId="3421BDC828DBAA49A71AA759BF88F498">
    <w:name w:val="3421BDC828DBAA49A71AA759BF88F498"/>
  </w:style>
  <w:style w:type="paragraph" w:customStyle="1" w:styleId="408AE3EE74B5404EACDECEB2B4FA77E0">
    <w:name w:val="408AE3EE74B5404EACDECEB2B4FA77E0"/>
  </w:style>
  <w:style w:type="paragraph" w:customStyle="1" w:styleId="9FB46B8BACA1614196F0A660E6194F8D">
    <w:name w:val="9FB46B8BACA1614196F0A660E6194F8D"/>
  </w:style>
  <w:style w:type="paragraph" w:customStyle="1" w:styleId="43152A57D7E7C3409ED8943FA6C573E1">
    <w:name w:val="43152A57D7E7C3409ED8943FA6C573E1"/>
  </w:style>
  <w:style w:type="paragraph" w:customStyle="1" w:styleId="94435A2E8116024A9F371B99347C44F6">
    <w:name w:val="94435A2E8116024A9F371B99347C44F6"/>
    <w:rsid w:val="00BD1B49"/>
  </w:style>
  <w:style w:type="paragraph" w:customStyle="1" w:styleId="63C8F78EFAFE7347BD7F1DBFAF78ACBB">
    <w:name w:val="63C8F78EFAFE7347BD7F1DBFAF78ACBB"/>
    <w:rsid w:val="00BD1B49"/>
  </w:style>
  <w:style w:type="paragraph" w:customStyle="1" w:styleId="B3FA572CB02CA54A8D9FCF66C170D180">
    <w:name w:val="B3FA572CB02CA54A8D9FCF66C170D180"/>
    <w:rsid w:val="00BD1B49"/>
  </w:style>
  <w:style w:type="paragraph" w:customStyle="1" w:styleId="74A2C2D83A922541865394EAEBF828A9">
    <w:name w:val="74A2C2D83A922541865394EAEBF828A9"/>
    <w:rsid w:val="00BD1B49"/>
  </w:style>
  <w:style w:type="paragraph" w:customStyle="1" w:styleId="6659E7D79EFBC8489E2A95EC931A1A51">
    <w:name w:val="6659E7D79EFBC8489E2A95EC931A1A51"/>
    <w:rsid w:val="00BD1B49"/>
  </w:style>
  <w:style w:type="paragraph" w:customStyle="1" w:styleId="580B831A6E36994BABB4D80B15B7A7A1">
    <w:name w:val="580B831A6E36994BABB4D80B15B7A7A1"/>
    <w:rsid w:val="00BD1B49"/>
  </w:style>
  <w:style w:type="paragraph" w:customStyle="1" w:styleId="C752D53021809541AD04278C52B06545">
    <w:name w:val="C752D53021809541AD04278C52B06545"/>
    <w:rsid w:val="00BD1B49"/>
  </w:style>
  <w:style w:type="paragraph" w:customStyle="1" w:styleId="7674AB33973B464C9EF4A946D35AF5DA">
    <w:name w:val="7674AB33973B464C9EF4A946D35AF5DA"/>
    <w:rsid w:val="00BD1B49"/>
  </w:style>
  <w:style w:type="paragraph" w:customStyle="1" w:styleId="5E405E9B8AD63540AB14BA4380DB485D">
    <w:name w:val="5E405E9B8AD63540AB14BA4380DB485D"/>
    <w:rsid w:val="00BD1B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Relationship Id="rId2" Type="http://schemas.openxmlformats.org/officeDocument/2006/relationships/image" Target="../media/image2.jpeg"/><Relationship Id="rId3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apital">
  <a:themeElements>
    <a:clrScheme name="Syllabus">
      <a:dk1>
        <a:srgbClr val="000000"/>
      </a:dk1>
      <a:lt1>
        <a:srgbClr val="FFFFFF"/>
      </a:lt1>
      <a:dk2>
        <a:srgbClr val="6F6D5D"/>
      </a:dk2>
      <a:lt2>
        <a:srgbClr val="7C8F97"/>
      </a:lt2>
      <a:accent1>
        <a:srgbClr val="4B5A60"/>
      </a:accent1>
      <a:accent2>
        <a:srgbClr val="983620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atMod val="150000"/>
                <a:lumMod val="50000"/>
              </a:schemeClr>
              <a:schemeClr val="phClr">
                <a:satMod val="300000"/>
                <a:lumMod val="125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satMod val="135000"/>
                <a:lumMod val="80000"/>
              </a:schemeClr>
              <a:schemeClr val="phClr">
                <a:satMod val="250000"/>
                <a:lumMod val="15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>
              <a:shade val="90000"/>
            </a:schemeClr>
          </a:solidFill>
          <a:prstDash val="solid"/>
        </a:ln>
        <a:ln w="44450" cap="flat" cmpd="sng" algn="ctr">
          <a:solidFill>
            <a:schemeClr val="phClr">
              <a:shade val="85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sx="101000" sy="101000" algn="ctr" rotWithShape="0">
              <a:srgbClr val="000000">
                <a:alpha val="40000"/>
              </a:srgbClr>
            </a:outerShdw>
          </a:effectLst>
          <a:scene3d>
            <a:camera prst="perspectiveFront" fov="3000000"/>
            <a:lightRig rig="threePt" dir="tl"/>
          </a:scene3d>
          <a:sp3d>
            <a:bevelT w="0" h="0"/>
          </a:sp3d>
        </a:effectStyle>
        <a:effectStyle>
          <a:effectLst>
            <a:innerShdw blurRad="190500">
              <a:srgbClr val="000000">
                <a:alpha val="50000"/>
              </a:srgbClr>
            </a:innerShdw>
          </a:effectLst>
          <a:scene3d>
            <a:camera prst="perspectiveFront" fov="4800000"/>
            <a:lightRig rig="twoPt" dir="t">
              <a:rot lat="0" lon="0" rev="4800000"/>
            </a:lightRig>
          </a:scene3d>
          <a:sp3d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blipFill rotWithShape="1">
          <a:blip xmlns:r="http://schemas.openxmlformats.org/officeDocument/2006/relationships" r:embed="rId3">
            <a:duotone>
              <a:schemeClr val="phClr">
                <a:satMod val="150000"/>
                <a:lumMod val="50000"/>
              </a:schemeClr>
              <a:schemeClr val="phClr">
                <a:satMod val="400000"/>
                <a:lumMod val="16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Syllabus.dotx</Template>
  <TotalTime>15</TotalTime>
  <Pages>3</Pages>
  <Words>543</Words>
  <Characters>3099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3635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8th Grade Social Studies</dc:title>
  <dc:subject>Mr. Echevarría</dc:subject>
  <dc:creator>Max Echevarria</dc:creator>
  <cp:keywords/>
  <dc:description/>
  <cp:lastModifiedBy>M.  Echevarria</cp:lastModifiedBy>
  <cp:revision>3</cp:revision>
  <cp:lastPrinted>2012-08-28T02:38:00Z</cp:lastPrinted>
  <dcterms:created xsi:type="dcterms:W3CDTF">2013-09-01T22:47:00Z</dcterms:created>
  <dcterms:modified xsi:type="dcterms:W3CDTF">2013-09-01T23:18:00Z</dcterms:modified>
  <cp:category/>
</cp:coreProperties>
</file>